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C6" w:rsidRPr="001C4AC6" w:rsidRDefault="001C4AC6" w:rsidP="001C4AC6">
      <w:pPr>
        <w:pStyle w:val="10-directionline"/>
        <w:rPr>
          <w:rStyle w:val="11-callout"/>
          <w:rFonts w:ascii="Formata-Medium" w:hAnsi="Formata-Medium"/>
          <w:b w:val="0"/>
          <w:snapToGrid w:val="0"/>
          <w:sz w:val="22"/>
        </w:rPr>
      </w:pPr>
      <w:r w:rsidRPr="001C4AC6">
        <w:rPr>
          <w:rStyle w:val="02-Bheadrun-in"/>
          <w:rFonts w:ascii="Times New Roman" w:hAnsi="Times New Roman"/>
          <w:szCs w:val="24"/>
        </w:rPr>
        <w:t>ORGANIZING</w:t>
      </w:r>
      <w:r w:rsidRPr="001C4AC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1C4AC6">
        <w:rPr>
          <w:rStyle w:val="02-Bheadrun-in"/>
          <w:rFonts w:ascii="Times New Roman" w:hAnsi="Times New Roman"/>
          <w:szCs w:val="24"/>
        </w:rPr>
        <w:t>INFORMATION</w:t>
      </w:r>
      <w:r w:rsidRPr="001C4AC6">
        <w:rPr>
          <w:rFonts w:ascii="Times New Roman" w:hAnsi="Times New Roman"/>
          <w:snapToGrid w:val="0"/>
          <w:sz w:val="24"/>
          <w:szCs w:val="24"/>
        </w:rPr>
        <w:t xml:space="preserve">  Complete the time line by matching the following events with the dates on the timeline. Write the letter for each event on the line</w:t>
      </w:r>
      <w:r>
        <w:rPr>
          <w:rFonts w:ascii="Times New Roman" w:hAnsi="Times New Roman"/>
          <w:snapToGrid w:val="0"/>
          <w:sz w:val="24"/>
          <w:szCs w:val="24"/>
        </w:rPr>
        <w:t xml:space="preserve"> next to the correct date.</w:t>
      </w:r>
      <w:r w:rsidR="006837DC">
        <w:rPr>
          <w:rFonts w:ascii="Times New Roman" w:hAnsi="Times New Roman"/>
          <w:snapToGrid w:val="0"/>
          <w:sz w:val="24"/>
          <w:szCs w:val="24"/>
        </w:rPr>
        <w:t xml:space="preserve">  </w:t>
      </w:r>
      <w:r w:rsidR="006837DC" w:rsidRPr="006837DC">
        <w:rPr>
          <w:rFonts w:ascii="Times New Roman" w:hAnsi="Times New Roman"/>
          <w:snapToGrid w:val="0"/>
          <w:sz w:val="24"/>
          <w:szCs w:val="24"/>
          <w:u w:val="single"/>
        </w:rPr>
        <w:t>BE SURE TO IDENTIFY PAGE &amp; PARAGRAPH WHERE YOU FIND EACH ANSWER!</w:t>
      </w:r>
      <w:r w:rsidRPr="006837DC">
        <w:rPr>
          <w:rFonts w:ascii="Times New Roman" w:hAnsi="Times New Roman"/>
          <w:snapToGrid w:val="0"/>
          <w:sz w:val="24"/>
          <w:szCs w:val="24"/>
          <w:u w:val="single"/>
        </w:rPr>
        <w:t xml:space="preserve"> </w:t>
      </w:r>
      <w:r w:rsidRPr="001C4AC6">
        <w:rPr>
          <w:rFonts w:ascii="Times New Roman" w:hAnsi="Times New Roman"/>
          <w:snapToGrid w:val="0"/>
          <w:sz w:val="24"/>
          <w:szCs w:val="24"/>
        </w:rPr>
        <w:br/>
      </w:r>
    </w:p>
    <w:p w:rsidR="001C4AC6" w:rsidRDefault="001C4AC6" w:rsidP="001C4AC6">
      <w:pPr>
        <w:pStyle w:val="11a-numbereditemp4abv"/>
        <w:spacing w:line="240" w:lineRule="auto"/>
        <w:rPr>
          <w:rStyle w:val="12b-strikethrough"/>
          <w:rFonts w:ascii="Times New Roman" w:hAnsi="Times New Roman"/>
          <w:strike w:val="0"/>
          <w:sz w:val="24"/>
          <w:szCs w:val="24"/>
        </w:rPr>
      </w:pPr>
      <w:r w:rsidRPr="001C4AC6">
        <w:rPr>
          <w:rStyle w:val="11-callout"/>
          <w:rFonts w:ascii="Times New Roman" w:hAnsi="Times New Roman"/>
          <w:szCs w:val="24"/>
        </w:rPr>
        <w:t>a.</w:t>
      </w:r>
      <w:r w:rsidRPr="001C4AC6">
        <w:rPr>
          <w:rStyle w:val="11-callout"/>
          <w:rFonts w:ascii="Times New Roman" w:hAnsi="Times New Roman"/>
          <w:b w:val="0"/>
          <w:szCs w:val="24"/>
        </w:rPr>
        <w:tab/>
      </w:r>
      <w:r>
        <w:rPr>
          <w:rStyle w:val="11-callout"/>
          <w:rFonts w:ascii="Times New Roman" w:hAnsi="Times New Roman"/>
          <w:b w:val="0"/>
          <w:szCs w:val="24"/>
        </w:rPr>
        <w:t xml:space="preserve"> </w:t>
      </w:r>
      <w:r w:rsidRPr="001C4AC6">
        <w:rPr>
          <w:rFonts w:ascii="Times New Roman" w:hAnsi="Times New Roman"/>
          <w:snapToGrid w:val="0"/>
          <w:sz w:val="24"/>
          <w:szCs w:val="24"/>
        </w:rPr>
        <w:t>Napoléon loses the Battle of Waterloo</w:t>
      </w:r>
      <w:r>
        <w:rPr>
          <w:rStyle w:val="11-callout"/>
          <w:rFonts w:ascii="Times New Roman" w:hAnsi="Times New Roman"/>
          <w:szCs w:val="24"/>
        </w:rPr>
        <w:t xml:space="preserve">                b. </w:t>
      </w:r>
      <w:r>
        <w:rPr>
          <w:rStyle w:val="12b-strikethrough"/>
          <w:rFonts w:ascii="Times New Roman" w:hAnsi="Times New Roman"/>
          <w:strike w:val="0"/>
          <w:sz w:val="24"/>
          <w:szCs w:val="24"/>
        </w:rPr>
        <w:t xml:space="preserve">The Consulate is formed </w:t>
      </w:r>
      <w:r w:rsidRPr="001C4AC6">
        <w:rPr>
          <w:rStyle w:val="12b-strikethrough"/>
          <w:rFonts w:ascii="Times New Roman" w:hAnsi="Times New Roman"/>
          <w:strike w:val="0"/>
          <w:sz w:val="24"/>
          <w:szCs w:val="24"/>
        </w:rPr>
        <w:t xml:space="preserve">with Napoléon as </w:t>
      </w:r>
      <w:r>
        <w:rPr>
          <w:rStyle w:val="12b-strikethrough"/>
          <w:rFonts w:ascii="Times New Roman" w:hAnsi="Times New Roman"/>
          <w:strike w:val="0"/>
          <w:sz w:val="24"/>
          <w:szCs w:val="24"/>
        </w:rPr>
        <w:t xml:space="preserve">      </w:t>
      </w:r>
    </w:p>
    <w:p w:rsidR="001C4AC6" w:rsidRPr="001C4AC6" w:rsidRDefault="001C4AC6" w:rsidP="001C4AC6">
      <w:pPr>
        <w:pStyle w:val="11a-numbereditemp4abv"/>
        <w:spacing w:line="240" w:lineRule="auto"/>
        <w:rPr>
          <w:rStyle w:val="11-callout"/>
          <w:rFonts w:ascii="Times New Roman" w:hAnsi="Times New Roman"/>
          <w:szCs w:val="24"/>
        </w:rPr>
      </w:pPr>
      <w:r>
        <w:rPr>
          <w:rStyle w:val="11-callout"/>
          <w:rFonts w:ascii="Times New Roman" w:hAnsi="Times New Roman"/>
          <w:szCs w:val="24"/>
        </w:rPr>
        <w:t xml:space="preserve">                                                                                      </w:t>
      </w:r>
      <w:r w:rsidRPr="001C4AC6">
        <w:rPr>
          <w:rStyle w:val="12b-strikethrough"/>
          <w:rFonts w:ascii="Times New Roman" w:hAnsi="Times New Roman"/>
          <w:strike w:val="0"/>
          <w:sz w:val="24"/>
          <w:szCs w:val="24"/>
        </w:rPr>
        <w:t>First Consul</w:t>
      </w:r>
    </w:p>
    <w:p w:rsidR="001C4AC6" w:rsidRPr="001C4AC6" w:rsidRDefault="001C4AC6" w:rsidP="001C4AC6">
      <w:pPr>
        <w:pStyle w:val="11a-numbereditemp4abv"/>
        <w:spacing w:line="240" w:lineRule="auto"/>
        <w:rPr>
          <w:rFonts w:ascii="Times New Roman" w:hAnsi="Times New Roman"/>
          <w:snapToGrid w:val="0"/>
          <w:sz w:val="24"/>
          <w:szCs w:val="24"/>
        </w:rPr>
      </w:pPr>
      <w:r w:rsidRPr="001C4AC6">
        <w:rPr>
          <w:rStyle w:val="11-callout"/>
          <w:rFonts w:ascii="Times New Roman" w:hAnsi="Times New Roman"/>
          <w:szCs w:val="24"/>
        </w:rPr>
        <w:t>c.</w:t>
      </w:r>
      <w:r w:rsidRPr="001C4AC6">
        <w:rPr>
          <w:rStyle w:val="11-callout"/>
          <w:rFonts w:ascii="Times New Roman" w:hAnsi="Times New Roman"/>
          <w:b w:val="0"/>
          <w:szCs w:val="24"/>
        </w:rPr>
        <w:tab/>
      </w:r>
      <w:r>
        <w:rPr>
          <w:rStyle w:val="11-callout"/>
          <w:rFonts w:ascii="Times New Roman" w:hAnsi="Times New Roman"/>
          <w:b w:val="0"/>
          <w:szCs w:val="24"/>
        </w:rPr>
        <w:t xml:space="preserve"> </w:t>
      </w:r>
      <w:r w:rsidRPr="001C4AC6">
        <w:rPr>
          <w:rFonts w:ascii="Times New Roman" w:hAnsi="Times New Roman"/>
          <w:snapToGrid w:val="0"/>
          <w:sz w:val="24"/>
          <w:szCs w:val="24"/>
        </w:rPr>
        <w:t>Napoléon is b</w:t>
      </w:r>
      <w:r>
        <w:rPr>
          <w:rFonts w:ascii="Times New Roman" w:hAnsi="Times New Roman"/>
          <w:snapToGrid w:val="0"/>
          <w:sz w:val="24"/>
          <w:szCs w:val="24"/>
        </w:rPr>
        <w:t xml:space="preserve">eaten and the Bourbon                  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d. </w:t>
      </w:r>
      <w:r>
        <w:rPr>
          <w:rFonts w:ascii="Times New Roman" w:hAnsi="Times New Roman"/>
          <w:snapToGrid w:val="0"/>
          <w:sz w:val="24"/>
          <w:szCs w:val="24"/>
        </w:rPr>
        <w:t>Beginning of the Peninsular War</w:t>
      </w:r>
    </w:p>
    <w:p w:rsidR="001C4AC6" w:rsidRPr="001C4AC6" w:rsidRDefault="001C4AC6" w:rsidP="001C4AC6">
      <w:pPr>
        <w:pStyle w:val="11a-numbereditemp4abv"/>
        <w:spacing w:line="240" w:lineRule="auto"/>
        <w:rPr>
          <w:rStyle w:val="11-callout"/>
          <w:rFonts w:ascii="Times New Roman" w:hAnsi="Times New Roman"/>
          <w:szCs w:val="24"/>
        </w:rPr>
      </w:pPr>
      <w:r>
        <w:rPr>
          <w:rStyle w:val="11-callout"/>
          <w:rFonts w:ascii="Times New Roman" w:hAnsi="Times New Roman"/>
          <w:szCs w:val="24"/>
        </w:rPr>
        <w:t xml:space="preserve">    </w:t>
      </w:r>
      <w:r>
        <w:rPr>
          <w:rFonts w:ascii="Times New Roman" w:hAnsi="Times New Roman"/>
          <w:snapToGrid w:val="0"/>
          <w:sz w:val="24"/>
          <w:szCs w:val="24"/>
        </w:rPr>
        <w:t xml:space="preserve">monarchy </w:t>
      </w:r>
      <w:r w:rsidRPr="001C4AC6">
        <w:rPr>
          <w:rFonts w:ascii="Times New Roman" w:hAnsi="Times New Roman"/>
          <w:snapToGrid w:val="0"/>
          <w:sz w:val="24"/>
          <w:szCs w:val="24"/>
        </w:rPr>
        <w:t>is restored</w:t>
      </w:r>
    </w:p>
    <w:p w:rsidR="001C4AC6" w:rsidRPr="001C4AC6" w:rsidRDefault="001C4AC6" w:rsidP="001C4AC6">
      <w:pPr>
        <w:pStyle w:val="11a-numbereditemp4abv"/>
        <w:spacing w:line="240" w:lineRule="auto"/>
        <w:rPr>
          <w:rFonts w:ascii="Times New Roman" w:hAnsi="Times New Roman"/>
          <w:snapToGrid w:val="0"/>
          <w:sz w:val="24"/>
          <w:szCs w:val="24"/>
        </w:rPr>
      </w:pPr>
      <w:r w:rsidRPr="001C4AC6">
        <w:rPr>
          <w:rStyle w:val="11-callout"/>
          <w:rFonts w:ascii="Times New Roman" w:hAnsi="Times New Roman"/>
          <w:szCs w:val="24"/>
        </w:rPr>
        <w:t>e.</w:t>
      </w:r>
      <w:r>
        <w:rPr>
          <w:rStyle w:val="11-callout"/>
          <w:rFonts w:ascii="Times New Roman" w:hAnsi="Times New Roman"/>
          <w:b w:val="0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Napoléon dies in exile on the island of St.           </w:t>
      </w:r>
      <w:r>
        <w:rPr>
          <w:rFonts w:ascii="Times New Roman" w:hAnsi="Times New Roman"/>
          <w:b/>
          <w:snapToGrid w:val="0"/>
          <w:sz w:val="24"/>
          <w:szCs w:val="24"/>
        </w:rPr>
        <w:t>f.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1C4AC6">
        <w:rPr>
          <w:rFonts w:ascii="Times New Roman" w:hAnsi="Times New Roman"/>
          <w:snapToGrid w:val="0"/>
          <w:sz w:val="24"/>
          <w:szCs w:val="24"/>
        </w:rPr>
        <w:t>Napoléon’s son, Napoléon II, is born</w:t>
      </w:r>
    </w:p>
    <w:p w:rsidR="001C4AC6" w:rsidRDefault="001C4AC6" w:rsidP="001C4AC6">
      <w:pPr>
        <w:pStyle w:val="11a-numbereditemp4abv"/>
        <w:spacing w:line="240" w:lineRule="auto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</w:t>
      </w:r>
      <w:r w:rsidRPr="001C4AC6">
        <w:rPr>
          <w:rFonts w:ascii="Times New Roman" w:hAnsi="Times New Roman"/>
          <w:snapToGrid w:val="0"/>
          <w:sz w:val="24"/>
          <w:szCs w:val="24"/>
        </w:rPr>
        <w:t>Helena</w:t>
      </w:r>
    </w:p>
    <w:p w:rsidR="001C4AC6" w:rsidRDefault="001C4AC6" w:rsidP="001C4AC6">
      <w:pPr>
        <w:pStyle w:val="11a-numbereditemp4abv"/>
        <w:spacing w:line="240" w:lineRule="auto"/>
        <w:rPr>
          <w:rFonts w:ascii="Times New Roman" w:hAnsi="Times New Roman"/>
          <w:snapToGrid w:val="0"/>
          <w:sz w:val="24"/>
          <w:szCs w:val="24"/>
        </w:rPr>
      </w:pPr>
      <w:r w:rsidRPr="001C4AC6">
        <w:rPr>
          <w:rStyle w:val="11-callout"/>
          <w:rFonts w:ascii="Times New Roman" w:hAnsi="Times New Roman"/>
          <w:szCs w:val="24"/>
        </w:rPr>
        <w:t>g.</w:t>
      </w:r>
      <w:r>
        <w:rPr>
          <w:rStyle w:val="11-callout"/>
          <w:rFonts w:ascii="Times New Roman" w:hAnsi="Times New Roman"/>
          <w:b w:val="0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Napoléon crowns </w:t>
      </w:r>
      <w:r w:rsidRPr="001C4AC6">
        <w:rPr>
          <w:rFonts w:ascii="Times New Roman" w:hAnsi="Times New Roman"/>
          <w:snapToGrid w:val="0"/>
          <w:sz w:val="24"/>
          <w:szCs w:val="24"/>
        </w:rPr>
        <w:t xml:space="preserve">himself emperor of the </w:t>
      </w:r>
    </w:p>
    <w:p w:rsidR="001C4AC6" w:rsidRPr="001C4AC6" w:rsidRDefault="001C4AC6" w:rsidP="001C4AC6">
      <w:pPr>
        <w:pStyle w:val="11a-numbereditemp4abv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Style w:val="11-callout"/>
          <w:rFonts w:ascii="Times New Roman" w:hAnsi="Times New Roman"/>
          <w:szCs w:val="24"/>
        </w:rPr>
        <w:t xml:space="preserve">    </w:t>
      </w:r>
      <w:r w:rsidRPr="001C4AC6">
        <w:rPr>
          <w:rFonts w:ascii="Times New Roman" w:hAnsi="Times New Roman"/>
          <w:snapToGrid w:val="0"/>
          <w:sz w:val="24"/>
          <w:szCs w:val="24"/>
        </w:rPr>
        <w:t>French Empire</w:t>
      </w:r>
    </w:p>
    <w:p w:rsidR="001C4AC6" w:rsidRDefault="006837DC" w:rsidP="001C4AC6">
      <w:pPr>
        <w:pStyle w:val="10-directionline"/>
        <w:rPr>
          <w:rFonts w:ascii="Formata-Medium" w:hAnsi="Formata-Medium"/>
          <w:snapToGrid w:val="0"/>
          <w:sz w:val="22"/>
        </w:rPr>
      </w:pPr>
      <w:r>
        <mc:AlternateContent>
          <mc:Choice Requires="wps">
            <w:drawing>
              <wp:anchor distT="45720" distB="45720" distL="114300" distR="114300" simplePos="0" relativeHeight="251655168" behindDoc="0" locked="0" layoutInCell="1" allowOverlap="1">
                <wp:simplePos x="0" y="0"/>
                <wp:positionH relativeFrom="column">
                  <wp:posOffset>3992880</wp:posOffset>
                </wp:positionH>
                <wp:positionV relativeFrom="paragraph">
                  <wp:posOffset>63500</wp:posOffset>
                </wp:positionV>
                <wp:extent cx="1722120" cy="456565"/>
                <wp:effectExtent l="0" t="0" r="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62" w:rsidRDefault="00E71562">
                            <w:r>
                              <w:t xml:space="preserve">Page: </w:t>
                            </w:r>
                          </w:p>
                          <w:p w:rsidR="00E71562" w:rsidRDefault="00E71562">
                            <w:r>
                              <w:t xml:space="preserve">Para: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4.4pt;margin-top:5pt;width:135.6pt;height:35.95pt;z-index: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">
                <v:textbox style="mso-fit-shape-to-text:t">
                  <w:txbxContent>
                    <w:p w:rsidR="00E71562" w:rsidRDefault="00E71562">
                      <w:r>
                        <w:t xml:space="preserve">Page: </w:t>
                      </w:r>
                    </w:p>
                    <w:p w:rsidR="00E71562" w:rsidRDefault="00E71562">
                      <w:r>
                        <w:t xml:space="preserve">Para: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Formata-Medium" w:hAnsi="Formata-Medium"/>
          <w:sz w:val="22"/>
        </w:rPr>
        <mc:AlternateContent>
          <mc:Choice Requires="wpg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222885</wp:posOffset>
                </wp:positionV>
                <wp:extent cx="3202940" cy="4765040"/>
                <wp:effectExtent l="0" t="0" r="0" b="0"/>
                <wp:wrapNone/>
                <wp:docPr id="7" name="Group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2940" cy="4765040"/>
                          <a:chOff x="3024" y="6441"/>
                          <a:chExt cx="2888" cy="7235"/>
                        </a:xfrm>
                      </wpg:grpSpPr>
                      <wps:wsp>
                        <wps:cNvPr id="8" name="Line 537"/>
                        <wps:cNvCnPr>
                          <a:cxnSpLocks noChangeShapeType="1"/>
                        </wps:cNvCnPr>
                        <wps:spPr bwMode="auto">
                          <a:xfrm>
                            <a:off x="4616" y="6873"/>
                            <a:ext cx="0" cy="633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538"/>
                        <wps:cNvCnPr>
                          <a:cxnSpLocks noChangeShapeType="1"/>
                        </wps:cNvCnPr>
                        <wps:spPr bwMode="auto">
                          <a:xfrm flipH="1">
                            <a:off x="3752" y="6873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539"/>
                        <wps:cNvCnPr>
                          <a:cxnSpLocks noChangeShapeType="1"/>
                        </wps:cNvCnPr>
                        <wps:spPr bwMode="auto">
                          <a:xfrm flipH="1">
                            <a:off x="3752" y="8169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540"/>
                        <wps:cNvCnPr>
                          <a:cxnSpLocks noChangeShapeType="1"/>
                        </wps:cNvCnPr>
                        <wps:spPr bwMode="auto">
                          <a:xfrm flipH="1">
                            <a:off x="3752" y="9321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541"/>
                        <wps:cNvCnPr>
                          <a:cxnSpLocks noChangeShapeType="1"/>
                        </wps:cNvCnPr>
                        <wps:spPr bwMode="auto">
                          <a:xfrm flipH="1">
                            <a:off x="3744" y="11049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542"/>
                        <wps:cNvCnPr>
                          <a:cxnSpLocks noChangeShapeType="1"/>
                        </wps:cNvCnPr>
                        <wps:spPr bwMode="auto">
                          <a:xfrm flipH="1">
                            <a:off x="3744" y="11804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543"/>
                        <wps:cNvCnPr>
                          <a:cxnSpLocks noChangeShapeType="1"/>
                        </wps:cNvCnPr>
                        <wps:spPr bwMode="auto">
                          <a:xfrm flipH="1">
                            <a:off x="3744" y="13244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Text Box 544"/>
                        <wps:cNvSpPr txBox="1">
                          <a:spLocks noChangeArrowheads="1"/>
                        </wps:cNvSpPr>
                        <wps:spPr bwMode="auto">
                          <a:xfrm>
                            <a:off x="3032" y="6585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rPr>
                                  <w:rStyle w:val="11-callout"/>
                                </w:rPr>
                              </w:pPr>
                              <w:r>
                                <w:rPr>
                                  <w:rStyle w:val="11-callout"/>
                                </w:rPr>
                                <w:t>1799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545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12956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rPr>
                                  <w:rStyle w:val="11-callout"/>
                                </w:rPr>
                              </w:pPr>
                              <w:r>
                                <w:rPr>
                                  <w:rStyle w:val="11-callout"/>
                                </w:rPr>
                                <w:t>1821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546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11516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rPr>
                                  <w:rStyle w:val="11-callout"/>
                                </w:rPr>
                              </w:pPr>
                              <w:r>
                                <w:rPr>
                                  <w:rStyle w:val="11-callout"/>
                                </w:rPr>
                                <w:t>1815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47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10761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rPr>
                                  <w:rStyle w:val="11-callout"/>
                                </w:rPr>
                              </w:pPr>
                              <w:r>
                                <w:rPr>
                                  <w:rStyle w:val="11-callout"/>
                                </w:rPr>
                                <w:t>1814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548"/>
                        <wps:cNvSpPr txBox="1">
                          <a:spLocks noChangeArrowheads="1"/>
                        </wps:cNvSpPr>
                        <wps:spPr bwMode="auto">
                          <a:xfrm>
                            <a:off x="3032" y="9901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rPr>
                                  <w:rStyle w:val="11-callout"/>
                                </w:rPr>
                              </w:pPr>
                              <w:r>
                                <w:rPr>
                                  <w:rStyle w:val="11-callout"/>
                                </w:rPr>
                                <w:t>1811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549"/>
                        <wps:cNvSpPr txBox="1">
                          <a:spLocks noChangeArrowheads="1"/>
                        </wps:cNvSpPr>
                        <wps:spPr bwMode="auto">
                          <a:xfrm>
                            <a:off x="3032" y="9033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rPr>
                                  <w:rStyle w:val="11-callout"/>
                                </w:rPr>
                              </w:pPr>
                              <w:r>
                                <w:rPr>
                                  <w:rStyle w:val="11-callout"/>
                                </w:rPr>
                                <w:t>1808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550"/>
                        <wps:cNvSpPr txBox="1">
                          <a:spLocks noChangeArrowheads="1"/>
                        </wps:cNvSpPr>
                        <wps:spPr bwMode="auto">
                          <a:xfrm>
                            <a:off x="3032" y="7881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rPr>
                                  <w:rStyle w:val="11-callout"/>
                                </w:rPr>
                              </w:pPr>
                              <w:r>
                                <w:rPr>
                                  <w:rStyle w:val="11-callout"/>
                                </w:rPr>
                                <w:t>1804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551"/>
                        <wps:cNvSpPr txBox="1">
                          <a:spLocks noChangeArrowheads="1"/>
                        </wps:cNvSpPr>
                        <wps:spPr bwMode="auto">
                          <a:xfrm>
                            <a:off x="4760" y="6441"/>
                            <a:ext cx="1152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pStyle w:val="11a-numbereditemp4abv"/>
                              </w:pPr>
                              <w: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552"/>
                        <wps:cNvSpPr txBox="1">
                          <a:spLocks noChangeArrowheads="1"/>
                        </wps:cNvSpPr>
                        <wps:spPr bwMode="auto">
                          <a:xfrm>
                            <a:off x="4760" y="7737"/>
                            <a:ext cx="1152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pStyle w:val="11a-numbereditemp4abv"/>
                              </w:pPr>
                              <w: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553"/>
                        <wps:cNvSpPr txBox="1">
                          <a:spLocks noChangeArrowheads="1"/>
                        </wps:cNvSpPr>
                        <wps:spPr bwMode="auto">
                          <a:xfrm>
                            <a:off x="4760" y="8889"/>
                            <a:ext cx="1152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pStyle w:val="11a-numbereditemp4abv"/>
                              </w:pPr>
                              <w: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554"/>
                        <wps:cNvSpPr txBox="1">
                          <a:spLocks noChangeArrowheads="1"/>
                        </wps:cNvSpPr>
                        <wps:spPr bwMode="auto">
                          <a:xfrm>
                            <a:off x="4752" y="9757"/>
                            <a:ext cx="1152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pStyle w:val="11a-numbereditemp4abv"/>
                              </w:pPr>
                              <w: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55"/>
                        <wps:cNvSpPr txBox="1">
                          <a:spLocks noChangeArrowheads="1"/>
                        </wps:cNvSpPr>
                        <wps:spPr bwMode="auto">
                          <a:xfrm>
                            <a:off x="4752" y="10617"/>
                            <a:ext cx="1152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pStyle w:val="11a-numbereditemp4abv"/>
                              </w:pPr>
                              <w: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56"/>
                        <wps:cNvSpPr txBox="1">
                          <a:spLocks noChangeArrowheads="1"/>
                        </wps:cNvSpPr>
                        <wps:spPr bwMode="auto">
                          <a:xfrm>
                            <a:off x="4752" y="11337"/>
                            <a:ext cx="1152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pStyle w:val="11a-numbereditemp4abv"/>
                              </w:pPr>
                              <w: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557"/>
                        <wps:cNvSpPr txBox="1">
                          <a:spLocks noChangeArrowheads="1"/>
                        </wps:cNvSpPr>
                        <wps:spPr bwMode="auto">
                          <a:xfrm>
                            <a:off x="4752" y="12812"/>
                            <a:ext cx="1152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71562" w:rsidRDefault="00E71562" w:rsidP="00E71562">
                              <w:pPr>
                                <w:pStyle w:val="11a-numbereditemp4abv"/>
                              </w:pPr>
                              <w: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558"/>
                        <wps:cNvCnPr>
                          <a:cxnSpLocks noChangeShapeType="1"/>
                        </wps:cNvCnPr>
                        <wps:spPr bwMode="auto">
                          <a:xfrm flipH="1">
                            <a:off x="3744" y="10189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6" o:spid="_x0000_s1027" style="position:absolute;margin-left:85.1pt;margin-top:17.55pt;width:252.2pt;height:375.2pt;z-index:251654144" coordorigin="3024,6441" coordsize="2888,7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" o:allowincell="f">
                <v:line id="Line 537" o:spid="_x0000_s1028" style="position:absolute;visibility:visible;mso-wrap-style:square" from="4616,6873" to="4616,13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<v:line id="Line 538" o:spid="_x0000_s1029" style="position:absolute;flip:x;visibility:visible;mso-wrap-style:square" from="3752,6873" to="4760,6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<v:line id="Line 539" o:spid="_x0000_s1030" style="position:absolute;flip:x;visibility:visible;mso-wrap-style:square" from="3752,8169" to="4760,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UedM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Qyy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lHnTDAAAA2wAAAA8AAAAAAAAAAAAA&#10;AAAAoQIAAGRycy9kb3ducmV2LnhtbFBLBQYAAAAABAAEAPkAAACRAwAAAAA=&#10;" strokeweight="1.5pt"/>
                <v:line id="Line 540" o:spid="_x0000_s1031" style="position:absolute;flip:x;visibility:visible;mso-wrap-style:square" from="3752,9321" to="4760,9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778EAAADbAAAADwAAAGRycy9kb3ducmV2LnhtbERPPWvDMBDdA/kP4gLdEjkeTHGjhBII&#10;JLRD6ga6HtbZMrVORlJs999HhUK3e7zP2x1m24uRfOgcK9huMhDEtdMdtwpun6f1M4gQkTX2jknB&#10;DwU47JeLHZbaTfxBYxVbkUI4lKjAxDiUUobakMWwcQNx4hrnLcYEfSu1xymF217mWVZIix2nBoMD&#10;HQ3V39XdKpCXt+nqT/mtaZvz4L4u5r2YZqWeVvPrC4hIc/wX/7nPOs3fwu8v6QC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abvvwQAAANsAAAAPAAAAAAAAAAAAAAAA&#10;AKECAABkcnMvZG93bnJldi54bWxQSwUGAAAAAAQABAD5AAAAjwMAAAAA&#10;" strokeweight="1.5pt"/>
                <v:line id="Line 541" o:spid="_x0000_s1032" style="position:absolute;flip:x;visibility:visible;mso-wrap-style:square" from="3744,11049" to="4752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<v:line id="Line 542" o:spid="_x0000_s1033" style="position:absolute;flip:x;visibility:visible;mso-wrap-style:square" from="3744,11804" to="4752,11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<v:line id="Line 543" o:spid="_x0000_s1034" style="position:absolute;flip:x;visibility:visible;mso-wrap-style:square" from="3744,13244" to="4752,13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4Yd8AAAADbAAAADwAAAGRycy9kb3ducmV2LnhtbERPS4vCMBC+C/sfwizsTdMVEa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eGHfAAAAA2wAAAA8AAAAAAAAAAAAAAAAA&#10;oQIAAGRycy9kb3ducmV2LnhtbFBLBQYAAAAABAAEAPkAAACOAwAAAAA=&#10;" strokeweight="1.5pt"/>
                <v:shape id="Text Box 544" o:spid="_x0000_s1035" type="#_x0000_t202" style="position:absolute;left:3032;top:6585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E71562" w:rsidRDefault="00E71562" w:rsidP="00E71562">
                        <w:pPr>
                          <w:rPr>
                            <w:rStyle w:val="11-callout"/>
                          </w:rPr>
                        </w:pPr>
                        <w:r>
                          <w:rPr>
                            <w:rStyle w:val="11-callout"/>
                          </w:rPr>
                          <w:t>1799</w:t>
                        </w:r>
                      </w:p>
                    </w:txbxContent>
                  </v:textbox>
                </v:shape>
                <v:shape id="Text Box 545" o:spid="_x0000_s1036" type="#_x0000_t202" style="position:absolute;left:3024;top:12956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E71562" w:rsidRDefault="00E71562" w:rsidP="00E71562">
                        <w:pPr>
                          <w:rPr>
                            <w:rStyle w:val="11-callout"/>
                          </w:rPr>
                        </w:pPr>
                        <w:r>
                          <w:rPr>
                            <w:rStyle w:val="11-callout"/>
                          </w:rPr>
                          <w:t>1821</w:t>
                        </w:r>
                      </w:p>
                    </w:txbxContent>
                  </v:textbox>
                </v:shape>
                <v:shape id="Text Box 546" o:spid="_x0000_s1037" type="#_x0000_t202" style="position:absolute;left:3024;top:11516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E71562" w:rsidRDefault="00E71562" w:rsidP="00E71562">
                        <w:pPr>
                          <w:rPr>
                            <w:rStyle w:val="11-callout"/>
                          </w:rPr>
                        </w:pPr>
                        <w:r>
                          <w:rPr>
                            <w:rStyle w:val="11-callout"/>
                          </w:rPr>
                          <w:t>1815</w:t>
                        </w:r>
                      </w:p>
                    </w:txbxContent>
                  </v:textbox>
                </v:shape>
                <v:shape id="Text Box 547" o:spid="_x0000_s1038" type="#_x0000_t202" style="position:absolute;left:3024;top:10761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E71562" w:rsidRDefault="00E71562" w:rsidP="00E71562">
                        <w:pPr>
                          <w:rPr>
                            <w:rStyle w:val="11-callout"/>
                          </w:rPr>
                        </w:pPr>
                        <w:r>
                          <w:rPr>
                            <w:rStyle w:val="11-callout"/>
                          </w:rPr>
                          <w:t>1814</w:t>
                        </w:r>
                      </w:p>
                    </w:txbxContent>
                  </v:textbox>
                </v:shape>
                <v:shape id="Text Box 548" o:spid="_x0000_s1039" type="#_x0000_t202" style="position:absolute;left:3032;top:9901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E71562" w:rsidRDefault="00E71562" w:rsidP="00E71562">
                        <w:pPr>
                          <w:rPr>
                            <w:rStyle w:val="11-callout"/>
                          </w:rPr>
                        </w:pPr>
                        <w:r>
                          <w:rPr>
                            <w:rStyle w:val="11-callout"/>
                          </w:rPr>
                          <w:t>1811</w:t>
                        </w:r>
                      </w:p>
                    </w:txbxContent>
                  </v:textbox>
                </v:shape>
                <v:shape id="Text Box 549" o:spid="_x0000_s1040" type="#_x0000_t202" style="position:absolute;left:3032;top:9033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E71562" w:rsidRDefault="00E71562" w:rsidP="00E71562">
                        <w:pPr>
                          <w:rPr>
                            <w:rStyle w:val="11-callout"/>
                          </w:rPr>
                        </w:pPr>
                        <w:r>
                          <w:rPr>
                            <w:rStyle w:val="11-callout"/>
                          </w:rPr>
                          <w:t>1808</w:t>
                        </w:r>
                      </w:p>
                    </w:txbxContent>
                  </v:textbox>
                </v:shape>
                <v:shape id="Text Box 550" o:spid="_x0000_s1041" type="#_x0000_t202" style="position:absolute;left:3032;top:7881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71562" w:rsidRDefault="00E71562" w:rsidP="00E71562">
                        <w:pPr>
                          <w:rPr>
                            <w:rStyle w:val="11-callout"/>
                          </w:rPr>
                        </w:pPr>
                        <w:r>
                          <w:rPr>
                            <w:rStyle w:val="11-callout"/>
                          </w:rPr>
                          <w:t>1804</w:t>
                        </w:r>
                      </w:p>
                    </w:txbxContent>
                  </v:textbox>
                </v:shape>
                <v:shape id="Text Box 551" o:spid="_x0000_s1042" type="#_x0000_t202" style="position:absolute;left:4760;top:6441;width:115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E71562" w:rsidRDefault="00E71562" w:rsidP="00E71562">
                        <w:pPr>
                          <w:pStyle w:val="11a-numbereditemp4abv"/>
                        </w:pPr>
                        <w:r>
                          <w:t>_____</w:t>
                        </w:r>
                      </w:p>
                    </w:txbxContent>
                  </v:textbox>
                </v:shape>
                <v:shape id="Text Box 552" o:spid="_x0000_s1043" type="#_x0000_t202" style="position:absolute;left:4760;top:7737;width:115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E71562" w:rsidRDefault="00E71562" w:rsidP="00E71562">
                        <w:pPr>
                          <w:pStyle w:val="11a-numbereditemp4abv"/>
                        </w:pPr>
                        <w:r>
                          <w:t>_____</w:t>
                        </w:r>
                      </w:p>
                    </w:txbxContent>
                  </v:textbox>
                </v:shape>
                <v:shape id="Text Box 553" o:spid="_x0000_s1044" type="#_x0000_t202" style="position:absolute;left:4760;top:8889;width:115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E71562" w:rsidRDefault="00E71562" w:rsidP="00E71562">
                        <w:pPr>
                          <w:pStyle w:val="11a-numbereditemp4abv"/>
                        </w:pPr>
                        <w:r>
                          <w:t>_____</w:t>
                        </w:r>
                      </w:p>
                    </w:txbxContent>
                  </v:textbox>
                </v:shape>
                <v:shape id="Text Box 554" o:spid="_x0000_s1045" type="#_x0000_t202" style="position:absolute;left:4752;top:9757;width:115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E71562" w:rsidRDefault="00E71562" w:rsidP="00E71562">
                        <w:pPr>
                          <w:pStyle w:val="11a-numbereditemp4abv"/>
                        </w:pPr>
                        <w:r>
                          <w:t>_____</w:t>
                        </w:r>
                      </w:p>
                    </w:txbxContent>
                  </v:textbox>
                </v:shape>
                <v:shape id="Text Box 555" o:spid="_x0000_s1046" type="#_x0000_t202" style="position:absolute;left:4752;top:10617;width:115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E71562" w:rsidRDefault="00E71562" w:rsidP="00E71562">
                        <w:pPr>
                          <w:pStyle w:val="11a-numbereditemp4abv"/>
                        </w:pPr>
                        <w:r>
                          <w:t>_____</w:t>
                        </w:r>
                      </w:p>
                    </w:txbxContent>
                  </v:textbox>
                </v:shape>
                <v:shape id="Text Box 556" o:spid="_x0000_s1047" type="#_x0000_t202" style="position:absolute;left:4752;top:11337;width:115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71562" w:rsidRDefault="00E71562" w:rsidP="00E71562">
                        <w:pPr>
                          <w:pStyle w:val="11a-numbereditemp4abv"/>
                        </w:pPr>
                        <w:r>
                          <w:t>_____</w:t>
                        </w:r>
                      </w:p>
                    </w:txbxContent>
                  </v:textbox>
                </v:shape>
                <v:shape id="Text Box 557" o:spid="_x0000_s1048" type="#_x0000_t202" style="position:absolute;left:4752;top:12812;width:115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E71562" w:rsidRDefault="00E71562" w:rsidP="00E71562">
                        <w:pPr>
                          <w:pStyle w:val="11a-numbereditemp4abv"/>
                        </w:pPr>
                        <w:r>
                          <w:t>_____</w:t>
                        </w:r>
                      </w:p>
                    </w:txbxContent>
                  </v:textbox>
                </v:shape>
                <v:line id="Line 558" o:spid="_x0000_s1049" style="position:absolute;flip:x;visibility:visible;mso-wrap-style:square" from="3744,10189" to="4752,10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N9VMIAAADbAAAADwAAAGRycy9kb3ducmV2LnhtbESPQYvCMBSE7wv+h/CEva2pPYhbjSKC&#10;oOweXBW8PprXpti8lCTa+u/NwsIeh5n5hlmuB9uKB/nQOFYwnWQgiEunG64VXM67jzmIEJE1to5J&#10;wZMCrFejtyUW2vX8Q49TrEWCcChQgYmxK6QMpSGLYeI64uRVzluMSfpaao99gttW5lk2kxYbTgsG&#10;O9oaKm+nu1UgD1/90e/yS1VX+85dD+Z71g9KvY+HzQJEpCH+h//ae60g/4T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N9VMIAAADbAAAADwAAAAAAAAAAAAAA&#10;AAChAgAAZHJzL2Rvd25yZXYueG1sUEsFBgAAAAAEAAQA+QAAAJADAAAAAA==&#10;" strokeweight="1.5pt"/>
              </v:group>
            </w:pict>
          </mc:Fallback>
        </mc:AlternateContent>
      </w:r>
    </w:p>
    <w:p w:rsidR="001C4AC6" w:rsidRDefault="006837DC" w:rsidP="001C4AC6">
      <w:pPr>
        <w:pStyle w:val="10-directionline"/>
        <w:rPr>
          <w:snapToGrid w:val="0"/>
        </w:rPr>
      </w:pPr>
      <w:r>
        <w:rPr>
          <w:rFonts w:ascii="Arial" w:hAnsi="Arial"/>
          <w:b/>
          <w:caps/>
          <w:sz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column">
                  <wp:posOffset>3992880</wp:posOffset>
                </wp:positionH>
                <wp:positionV relativeFrom="paragraph">
                  <wp:posOffset>431165</wp:posOffset>
                </wp:positionV>
                <wp:extent cx="1722120" cy="456565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62" w:rsidRDefault="00E71562" w:rsidP="00E71562">
                            <w:r>
                              <w:t xml:space="preserve">Page: </w:t>
                            </w:r>
                          </w:p>
                          <w:p w:rsidR="00E71562" w:rsidRDefault="00E71562" w:rsidP="00E71562">
                            <w:r>
                              <w:t xml:space="preserve">Para: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314.4pt;margin-top:33.95pt;width:135.6pt;height:35.95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">
                <v:textbox style="mso-fit-shape-to-text:t">
                  <w:txbxContent>
                    <w:p w:rsidR="00E71562" w:rsidRDefault="00E71562" w:rsidP="00E71562">
                      <w:r>
                        <w:t xml:space="preserve">Page: </w:t>
                      </w:r>
                    </w:p>
                    <w:p w:rsidR="00E71562" w:rsidRDefault="00E71562" w:rsidP="00E71562">
                      <w:r>
                        <w:t xml:space="preserve">Para: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F7923" w:rsidRDefault="006837DC">
      <w:pPr>
        <w:pStyle w:val="10-directionline"/>
        <w:rPr>
          <w:rStyle w:val="02-Bheadrun-in"/>
        </w:rPr>
        <w:sectPr w:rsidR="00BF7923">
          <w:headerReference w:type="default" r:id="rId6"/>
          <w:footerReference w:type="default" r:id="rId7"/>
          <w:footnotePr>
            <w:pos w:val="sectEnd"/>
            <w:numStart w:val="0"/>
          </w:footnotePr>
          <w:endnotePr>
            <w:numFmt w:val="decimal"/>
            <w:numStart w:val="0"/>
          </w:endnotePr>
          <w:pgSz w:w="12240" w:h="15840"/>
          <w:pgMar w:top="720" w:right="1440" w:bottom="720" w:left="1440" w:header="360" w:footer="547" w:gutter="0"/>
          <w:cols w:space="720"/>
        </w:sectPr>
      </w:pPr>
      <w:r>
        <w:rPr>
          <w:rFonts w:ascii="Arial" w:hAnsi="Arial"/>
          <w:b/>
          <w:caps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3983355</wp:posOffset>
                </wp:positionH>
                <wp:positionV relativeFrom="paragraph">
                  <wp:posOffset>3308350</wp:posOffset>
                </wp:positionV>
                <wp:extent cx="1722120" cy="45656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EB5" w:rsidRDefault="007F3EB5" w:rsidP="007F3EB5">
                            <w:r>
                              <w:t xml:space="preserve">Page: </w:t>
                            </w:r>
                          </w:p>
                          <w:p w:rsidR="007F3EB5" w:rsidRDefault="007F3EB5" w:rsidP="007F3EB5">
                            <w:r>
                              <w:t xml:space="preserve">Para: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1" type="#_x0000_t202" style="position:absolute;margin-left:313.65pt;margin-top:260.5pt;width:135.6pt;height:35.9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">
                <v:textbox style="mso-fit-shape-to-text:t">
                  <w:txbxContent>
                    <w:p w:rsidR="007F3EB5" w:rsidRDefault="007F3EB5" w:rsidP="007F3EB5">
                      <w:r>
                        <w:t xml:space="preserve">Page: </w:t>
                      </w:r>
                    </w:p>
                    <w:p w:rsidR="007F3EB5" w:rsidRDefault="007F3EB5" w:rsidP="007F3EB5">
                      <w:r>
                        <w:t xml:space="preserve">Para: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caps/>
          <w:sz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3983355</wp:posOffset>
                </wp:positionH>
                <wp:positionV relativeFrom="paragraph">
                  <wp:posOffset>680085</wp:posOffset>
                </wp:positionV>
                <wp:extent cx="1722120" cy="45656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62" w:rsidRDefault="00E71562" w:rsidP="00E71562">
                            <w:r>
                              <w:t xml:space="preserve">Page: </w:t>
                            </w:r>
                          </w:p>
                          <w:p w:rsidR="00E71562" w:rsidRDefault="00E71562" w:rsidP="00E71562">
                            <w:r>
                              <w:t xml:space="preserve">Para: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313.65pt;margin-top:53.55pt;width:135.6pt;height:35.9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">
                <v:textbox style="mso-fit-shape-to-text:t">
                  <w:txbxContent>
                    <w:p w:rsidR="00E71562" w:rsidRDefault="00E71562" w:rsidP="00E71562">
                      <w:r>
                        <w:t xml:space="preserve">Page: </w:t>
                      </w:r>
                    </w:p>
                    <w:p w:rsidR="00E71562" w:rsidRDefault="00E71562" w:rsidP="00E71562">
                      <w:r>
                        <w:t xml:space="preserve">Para: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caps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3983355</wp:posOffset>
                </wp:positionH>
                <wp:positionV relativeFrom="paragraph">
                  <wp:posOffset>1260475</wp:posOffset>
                </wp:positionV>
                <wp:extent cx="1722120" cy="45656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62" w:rsidRDefault="00E71562" w:rsidP="00E71562">
                            <w:r>
                              <w:t xml:space="preserve">Page: </w:t>
                            </w:r>
                          </w:p>
                          <w:p w:rsidR="00E71562" w:rsidRDefault="00E71562" w:rsidP="00E71562">
                            <w:r>
                              <w:t xml:space="preserve">Para: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3" type="#_x0000_t202" style="position:absolute;margin-left:313.65pt;margin-top:99.25pt;width:135.6pt;height:35.9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">
                <v:textbox style="mso-fit-shape-to-text:t">
                  <w:txbxContent>
                    <w:p w:rsidR="00E71562" w:rsidRDefault="00E71562" w:rsidP="00E71562">
                      <w:r>
                        <w:t xml:space="preserve">Page: </w:t>
                      </w:r>
                    </w:p>
                    <w:p w:rsidR="00E71562" w:rsidRDefault="00E71562" w:rsidP="00E71562">
                      <w:r>
                        <w:t xml:space="preserve">Para: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caps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2323465</wp:posOffset>
                </wp:positionV>
                <wp:extent cx="1722120" cy="45656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62" w:rsidRDefault="00E71562" w:rsidP="00E71562">
                            <w:r>
                              <w:t xml:space="preserve">Page: </w:t>
                            </w:r>
                          </w:p>
                          <w:p w:rsidR="00E71562" w:rsidRDefault="00E71562" w:rsidP="00E71562">
                            <w:r>
                              <w:t xml:space="preserve">Para: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4" type="#_x0000_t202" style="position:absolute;margin-left:314pt;margin-top:182.95pt;width:135.6pt;height:35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">
                <v:textbox style="mso-fit-shape-to-text:t">
                  <w:txbxContent>
                    <w:p w:rsidR="00E71562" w:rsidRDefault="00E71562" w:rsidP="00E71562">
                      <w:r>
                        <w:t xml:space="preserve">Page: </w:t>
                      </w:r>
                    </w:p>
                    <w:p w:rsidR="00E71562" w:rsidRDefault="00E71562" w:rsidP="00E71562">
                      <w:r>
                        <w:t xml:space="preserve">Para: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caps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1822450</wp:posOffset>
                </wp:positionV>
                <wp:extent cx="1722120" cy="45656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62" w:rsidRDefault="00E71562" w:rsidP="00E71562">
                            <w:r>
                              <w:t xml:space="preserve">Page: </w:t>
                            </w:r>
                          </w:p>
                          <w:p w:rsidR="00E71562" w:rsidRDefault="00E71562" w:rsidP="00E71562">
                            <w:r>
                              <w:t xml:space="preserve">Para: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5" type="#_x0000_t202" style="position:absolute;margin-left:314pt;margin-top:143.5pt;width:135.6pt;height:3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">
                <v:textbox style="mso-fit-shape-to-text:t">
                  <w:txbxContent>
                    <w:p w:rsidR="00E71562" w:rsidRDefault="00E71562" w:rsidP="00E71562">
                      <w:r>
                        <w:t xml:space="preserve">Page: </w:t>
                      </w:r>
                    </w:p>
                    <w:p w:rsidR="00E71562" w:rsidRDefault="00E71562" w:rsidP="00E71562">
                      <w:r>
                        <w:t xml:space="preserve">Para: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71562" w:rsidRPr="00AF59F3" w:rsidRDefault="00E71562" w:rsidP="00E71562">
      <w:pPr>
        <w:pStyle w:val="10-directionline"/>
        <w:rPr>
          <w:rFonts w:ascii="Times New Roman" w:hAnsi="Times New Roman"/>
          <w:snapToGrid w:val="0"/>
          <w:sz w:val="22"/>
          <w:szCs w:val="22"/>
        </w:rPr>
      </w:pPr>
      <w:r w:rsidRPr="00AF59F3">
        <w:rPr>
          <w:rStyle w:val="02-Bheadrun-in"/>
          <w:rFonts w:ascii="Times New Roman" w:hAnsi="Times New Roman"/>
          <w:sz w:val="22"/>
          <w:szCs w:val="22"/>
        </w:rPr>
        <w:lastRenderedPageBreak/>
        <w:t>EVALUATING</w:t>
      </w:r>
      <w:r w:rsidRPr="00AF59F3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AF59F3">
        <w:rPr>
          <w:rStyle w:val="02-Bheadrun-in"/>
          <w:rFonts w:ascii="Times New Roman" w:hAnsi="Times New Roman"/>
          <w:sz w:val="22"/>
          <w:szCs w:val="22"/>
        </w:rPr>
        <w:t>INFORMATION</w:t>
      </w:r>
      <w:r w:rsidRPr="00AF59F3">
        <w:rPr>
          <w:rFonts w:ascii="Times New Roman" w:hAnsi="Times New Roman"/>
          <w:snapToGrid w:val="0"/>
          <w:sz w:val="22"/>
          <w:szCs w:val="22"/>
        </w:rPr>
        <w:t xml:space="preserve">  </w:t>
      </w:r>
      <w:r w:rsidRPr="00AF59F3">
        <w:rPr>
          <w:rStyle w:val="12-UnderlineText"/>
          <w:rFonts w:ascii="Times New Roman" w:hAnsi="Times New Roman"/>
          <w:sz w:val="22"/>
          <w:szCs w:val="22"/>
          <w:u w:val="none"/>
        </w:rPr>
        <w:t>Indicate whether each statement is true or false</w:t>
      </w:r>
      <w:r w:rsidR="006837DC" w:rsidRPr="00AF59F3">
        <w:rPr>
          <w:rStyle w:val="12-UnderlineText"/>
          <w:rFonts w:ascii="Times New Roman" w:hAnsi="Times New Roman"/>
          <w:sz w:val="22"/>
          <w:szCs w:val="22"/>
          <w:u w:val="none"/>
        </w:rPr>
        <w:t xml:space="preserve">.                              </w:t>
      </w:r>
      <w:r w:rsidR="006837DC" w:rsidRPr="00AF59F3">
        <w:rPr>
          <w:rStyle w:val="12-UnderlineText"/>
          <w:rFonts w:ascii="Times New Roman" w:hAnsi="Times New Roman"/>
          <w:sz w:val="22"/>
          <w:szCs w:val="22"/>
        </w:rPr>
        <w:t xml:space="preserve">BE SURE TO IDENTIFY PAGE &amp; PARAGRAPH WHERE YOU FIND EACH ANSWER!   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1.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 xml:space="preserve">The people of France accepted Napoléon as dictator.                                 </w:t>
      </w:r>
      <w:r w:rsidR="006837DC">
        <w:rPr>
          <w:rFonts w:ascii="Times New Roman" w:hAnsi="Times New Roman"/>
          <w:snapToGrid w:val="0"/>
          <w:sz w:val="20"/>
        </w:rPr>
        <w:t xml:space="preserve">                         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2.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 xml:space="preserve">Under the Consulate, the legislature could only </w:t>
      </w:r>
      <w:r w:rsidR="006837DC" w:rsidRPr="006837DC">
        <w:rPr>
          <w:rFonts w:ascii="Times New Roman" w:hAnsi="Times New Roman"/>
          <w:snapToGrid w:val="0"/>
          <w:sz w:val="20"/>
        </w:rPr>
        <w:t xml:space="preserve">approve or reject </w:t>
      </w:r>
      <w:r w:rsidR="006837DC" w:rsidRPr="006837DC">
        <w:rPr>
          <w:rFonts w:ascii="Times New Roman" w:hAnsi="Times New Roman"/>
          <w:snapToGrid w:val="0"/>
          <w:sz w:val="20"/>
        </w:rPr>
        <w:t>Napoléon’s decisions.</w:t>
      </w:r>
      <w:r w:rsidR="006837DC">
        <w:rPr>
          <w:rFonts w:ascii="Times New Roman" w:hAnsi="Times New Roman"/>
          <w:snapToGrid w:val="0"/>
          <w:sz w:val="20"/>
        </w:rPr>
        <w:t xml:space="preserve">   </w:t>
      </w:r>
      <w:r w:rsidR="006837DC" w:rsidRPr="006837DC">
        <w:rPr>
          <w:rFonts w:ascii="Times New Roman" w:hAnsi="Times New Roman"/>
          <w:i/>
          <w:snapToGrid w:val="0"/>
          <w:sz w:val="20"/>
        </w:rPr>
        <w:t>Page/para:</w:t>
      </w:r>
      <w:r w:rsidR="006837DC" w:rsidRPr="006837DC">
        <w:rPr>
          <w:rFonts w:ascii="Times New Roman" w:hAnsi="Times New Roman"/>
          <w:i/>
          <w:snapToGrid w:val="0"/>
          <w:sz w:val="20"/>
        </w:rPr>
        <w:t xml:space="preserve">                                                                                  </w:t>
      </w:r>
      <w:r w:rsidR="006837DC" w:rsidRPr="006837DC">
        <w:rPr>
          <w:rFonts w:ascii="Times New Roman" w:hAnsi="Times New Roman"/>
          <w:i/>
          <w:snapToGrid w:val="0"/>
          <w:sz w:val="20"/>
        </w:rPr>
        <w:t xml:space="preserve">    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b w:val="0"/>
          <w:snapToGrid w:val="0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3.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 xml:space="preserve">One of Napoléon’s most lasting acts was to organize the laws of France.  </w:t>
      </w:r>
      <w:r w:rsidR="006837DC">
        <w:rPr>
          <w:rFonts w:ascii="Times New Roman" w:hAnsi="Times New Roman"/>
          <w:snapToGrid w:val="0"/>
          <w:sz w:val="20"/>
        </w:rPr>
        <w:t xml:space="preserve">                        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  <w:r w:rsidRPr="006837DC">
        <w:rPr>
          <w:rFonts w:ascii="Times New Roman" w:hAnsi="Times New Roman"/>
          <w:snapToGrid w:val="0"/>
          <w:sz w:val="20"/>
        </w:rPr>
        <w:t xml:space="preserve">                                   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4.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 xml:space="preserve">Napoléon was not interested in military actions outside of  France.           </w:t>
      </w:r>
      <w:r w:rsidR="006837DC">
        <w:rPr>
          <w:rFonts w:ascii="Times New Roman" w:hAnsi="Times New Roman"/>
          <w:snapToGrid w:val="0"/>
          <w:sz w:val="20"/>
        </w:rPr>
        <w:t xml:space="preserve">                        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  <w:r w:rsidRPr="006837DC">
        <w:rPr>
          <w:rFonts w:ascii="Times New Roman" w:hAnsi="Times New Roman"/>
          <w:snapToGrid w:val="0"/>
          <w:sz w:val="20"/>
        </w:rPr>
        <w:t xml:space="preserve">                             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5.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Napoléon’s actions led to nationalism in many parts of Europe.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      </w:t>
      </w:r>
      <w:r w:rsidR="006837DC">
        <w:rPr>
          <w:rFonts w:ascii="Times New Roman" w:hAnsi="Times New Roman"/>
          <w:i/>
          <w:snapToGrid w:val="0"/>
          <w:sz w:val="20"/>
        </w:rPr>
        <w:t xml:space="preserve">             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</w:t>
      </w:r>
      <w:bookmarkStart w:id="0" w:name="_GoBack"/>
      <w:bookmarkEnd w:id="0"/>
      <w:r w:rsidR="006837DC">
        <w:rPr>
          <w:rFonts w:ascii="Times New Roman" w:hAnsi="Times New Roman"/>
          <w:i/>
          <w:snapToGrid w:val="0"/>
          <w:sz w:val="20"/>
        </w:rPr>
        <w:t xml:space="preserve">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6.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The invasion of Russia by Napoléon was a complete success.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         </w:t>
      </w:r>
      <w:r w:rsidR="006837DC">
        <w:rPr>
          <w:rFonts w:ascii="Times New Roman" w:hAnsi="Times New Roman"/>
          <w:i/>
          <w:snapToGrid w:val="0"/>
          <w:sz w:val="20"/>
        </w:rPr>
        <w:t xml:space="preserve">             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7.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After he was defeated, Napoléon accepted the rule of Louis XVIII.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</w:t>
      </w:r>
      <w:r w:rsidR="006837DC">
        <w:rPr>
          <w:rFonts w:ascii="Times New Roman" w:hAnsi="Times New Roman"/>
          <w:i/>
          <w:snapToGrid w:val="0"/>
          <w:sz w:val="20"/>
        </w:rPr>
        <w:t xml:space="preserve">            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</w:t>
      </w:r>
      <w:r w:rsidR="006837DC">
        <w:rPr>
          <w:rFonts w:ascii="Times New Roman" w:hAnsi="Times New Roman"/>
          <w:i/>
          <w:snapToGrid w:val="0"/>
          <w:sz w:val="20"/>
        </w:rPr>
        <w:t xml:space="preserve">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</w:p>
    <w:p w:rsidR="00E71562" w:rsidRPr="006837DC" w:rsidRDefault="00E71562" w:rsidP="00E71562">
      <w:pPr>
        <w:pStyle w:val="13-multchoice"/>
        <w:rPr>
          <w:rFonts w:ascii="Times New Roman" w:hAnsi="Times New Roman"/>
          <w:snapToGrid w:val="0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8.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At the end of Napoléon’s life he was Emperor of Elba.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                    </w:t>
      </w:r>
      <w:r w:rsidR="006837DC">
        <w:rPr>
          <w:rFonts w:ascii="Times New Roman" w:hAnsi="Times New Roman"/>
          <w:i/>
          <w:snapToGrid w:val="0"/>
          <w:sz w:val="20"/>
        </w:rPr>
        <w:t xml:space="preserve">            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</w:p>
    <w:p w:rsidR="00E71562" w:rsidRPr="006837DC" w:rsidRDefault="00E71562" w:rsidP="00E71562">
      <w:pPr>
        <w:pStyle w:val="10-directionline"/>
        <w:rPr>
          <w:rStyle w:val="11-callout"/>
          <w:rFonts w:ascii="Times New Roman" w:hAnsi="Times New Roman"/>
          <w:sz w:val="22"/>
          <w:szCs w:val="22"/>
        </w:rPr>
      </w:pPr>
      <w:r w:rsidRPr="006837DC">
        <w:rPr>
          <w:rStyle w:val="02-Bheadrun-in"/>
          <w:rFonts w:ascii="Times New Roman" w:hAnsi="Times New Roman"/>
          <w:sz w:val="22"/>
          <w:szCs w:val="22"/>
        </w:rPr>
        <w:t>UNDERSTANDING</w:t>
      </w:r>
      <w:r w:rsidRPr="006837DC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6837DC">
        <w:rPr>
          <w:rStyle w:val="02-Bheadrun-in"/>
          <w:rFonts w:ascii="Times New Roman" w:hAnsi="Times New Roman"/>
          <w:sz w:val="22"/>
          <w:szCs w:val="22"/>
        </w:rPr>
        <w:t>MAIN</w:t>
      </w:r>
      <w:r w:rsidRPr="006837DC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6837DC">
        <w:rPr>
          <w:rStyle w:val="02-Bheadrun-in"/>
          <w:rFonts w:ascii="Times New Roman" w:hAnsi="Times New Roman"/>
          <w:sz w:val="22"/>
          <w:szCs w:val="22"/>
        </w:rPr>
        <w:t>IDEAS</w:t>
      </w:r>
      <w:r w:rsidRPr="006837DC">
        <w:rPr>
          <w:rFonts w:ascii="Times New Roman" w:hAnsi="Times New Roman"/>
          <w:snapToGrid w:val="0"/>
          <w:sz w:val="22"/>
          <w:szCs w:val="22"/>
        </w:rPr>
        <w:t xml:space="preserve">  </w:t>
      </w:r>
      <w:r w:rsidRPr="006837DC">
        <w:rPr>
          <w:rStyle w:val="02-Bheadrun-in"/>
          <w:rFonts w:ascii="Times New Roman" w:hAnsi="Times New Roman"/>
          <w:b w:val="0"/>
          <w:caps w:val="0"/>
          <w:snapToGrid w:val="0"/>
          <w:sz w:val="22"/>
          <w:szCs w:val="22"/>
        </w:rPr>
        <w:t>Identify the choice which best completes each statement.</w:t>
      </w:r>
      <w:r w:rsidR="006837DC" w:rsidRPr="006837DC">
        <w:rPr>
          <w:rStyle w:val="02-Bheadrun-in"/>
          <w:rFonts w:ascii="Times New Roman" w:hAnsi="Times New Roman"/>
          <w:b w:val="0"/>
          <w:caps w:val="0"/>
          <w:snapToGrid w:val="0"/>
          <w:sz w:val="22"/>
          <w:szCs w:val="22"/>
        </w:rPr>
        <w:t xml:space="preserve"> </w:t>
      </w:r>
      <w:r w:rsidR="006837DC">
        <w:rPr>
          <w:rStyle w:val="02-Bheadrun-in"/>
          <w:rFonts w:ascii="Times New Roman" w:hAnsi="Times New Roman"/>
          <w:b w:val="0"/>
          <w:caps w:val="0"/>
          <w:snapToGrid w:val="0"/>
          <w:sz w:val="22"/>
          <w:szCs w:val="22"/>
        </w:rPr>
        <w:t xml:space="preserve">                    </w:t>
      </w:r>
      <w:r w:rsidR="006837DC" w:rsidRPr="006837DC">
        <w:rPr>
          <w:rStyle w:val="02-Bheadrun-in"/>
          <w:rFonts w:ascii="Times New Roman" w:hAnsi="Times New Roman"/>
          <w:b w:val="0"/>
          <w:caps w:val="0"/>
          <w:snapToGrid w:val="0"/>
          <w:sz w:val="22"/>
          <w:szCs w:val="22"/>
          <w:u w:val="single"/>
        </w:rPr>
        <w:t>BE SURE TO IDENTIFY PAGE &amp; PARAGRAPH WHERE YOU FIND EACH ANSWER!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1.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The Napoléonic Code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                                                             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                     </w:t>
      </w:r>
      <w:r w:rsidRPr="006837DC">
        <w:rPr>
          <w:rFonts w:ascii="Times New Roman" w:hAnsi="Times New Roman"/>
          <w:i/>
          <w:snapToGrid w:val="0"/>
          <w:sz w:val="20"/>
        </w:rPr>
        <w:t xml:space="preserve"> Page/para: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a.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organized French law into a system.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b.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explained how to win a battle.</w:t>
      </w:r>
    </w:p>
    <w:p w:rsidR="00E71562" w:rsidRPr="006837DC" w:rsidRDefault="00E71562" w:rsidP="00E71562">
      <w:pPr>
        <w:pStyle w:val="14-multchoiceanswer"/>
        <w:rPr>
          <w:rStyle w:val="12b-strikethrough"/>
          <w:rFonts w:ascii="Times New Roman" w:hAnsi="Times New Roman"/>
          <w:strike w:val="0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>c.</w:t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ab/>
      </w:r>
      <w:r w:rsidRPr="006837DC">
        <w:rPr>
          <w:rStyle w:val="12b-strikethrough"/>
          <w:rFonts w:ascii="Times New Roman" w:hAnsi="Times New Roman"/>
          <w:strike w:val="0"/>
          <w:sz w:val="20"/>
        </w:rPr>
        <w:t>was Napoléon’s writing about his life.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d.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was a handbook for how to act in the court of the emperor.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2.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In the Concordat, Napoléon was able to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                                 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                    </w:t>
      </w:r>
      <w:r w:rsidRPr="006837DC">
        <w:rPr>
          <w:rFonts w:ascii="Times New Roman" w:hAnsi="Times New Roman"/>
          <w:i/>
          <w:snapToGrid w:val="0"/>
          <w:sz w:val="20"/>
        </w:rPr>
        <w:t xml:space="preserve"> Page/para:</w:t>
      </w:r>
    </w:p>
    <w:p w:rsidR="00E71562" w:rsidRPr="006837DC" w:rsidRDefault="00E71562" w:rsidP="00E71562">
      <w:pPr>
        <w:pStyle w:val="14-multchoiceanswer"/>
        <w:rPr>
          <w:rStyle w:val="12b-strikethrough"/>
          <w:rFonts w:ascii="Times New Roman" w:hAnsi="Times New Roman"/>
          <w:strike w:val="0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>a.</w:t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ab/>
      </w:r>
      <w:r w:rsidRPr="006837DC">
        <w:rPr>
          <w:rStyle w:val="12b-strikethrough"/>
          <w:rFonts w:ascii="Times New Roman" w:hAnsi="Times New Roman"/>
          <w:strike w:val="0"/>
          <w:sz w:val="20"/>
        </w:rPr>
        <w:t>settle his differences with Britain.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b.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restore the monarchy to France but only with limited powers.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c.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agree with Russia that neither country would invade the other.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d.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end the conflict between France and the Roman Catholic Church.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3.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When Napoléon tried to defeat the British navy and invade Britain,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                  </w:t>
      </w:r>
      <w:r w:rsidRPr="006837DC">
        <w:rPr>
          <w:rFonts w:ascii="Times New Roman" w:hAnsi="Times New Roman"/>
          <w:i/>
          <w:snapToGrid w:val="0"/>
          <w:sz w:val="20"/>
        </w:rPr>
        <w:t>Page/para: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a.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he was able to create a lasting peace in Europe.</w:t>
      </w:r>
    </w:p>
    <w:p w:rsidR="00E71562" w:rsidRPr="006837DC" w:rsidRDefault="00E71562" w:rsidP="00E71562">
      <w:pPr>
        <w:pStyle w:val="14-multchoiceanswer"/>
        <w:rPr>
          <w:rStyle w:val="12b-strikethrough"/>
          <w:rFonts w:ascii="Times New Roman" w:hAnsi="Times New Roman"/>
          <w:strike w:val="0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>b.</w:t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ab/>
      </w:r>
      <w:r w:rsidRPr="006837DC">
        <w:rPr>
          <w:rStyle w:val="12b-strikethrough"/>
          <w:rFonts w:ascii="Times New Roman" w:hAnsi="Times New Roman"/>
          <w:strike w:val="0"/>
          <w:sz w:val="20"/>
        </w:rPr>
        <w:t>he really was hoping to defeat Spain and Russia.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c.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the British fleet under Admiral Nelson defeated the French and Spanish.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d.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he was able to easily beat the navy but was not able to invade Britain.</w:t>
      </w:r>
    </w:p>
    <w:p w:rsidR="00E71562" w:rsidRPr="006837DC" w:rsidRDefault="00E71562" w:rsidP="00E71562">
      <w:pPr>
        <w:pStyle w:val="13-multchoice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4.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Russia’s scorched-earth policy meant that the Russian army</w:t>
      </w:r>
      <w:r w:rsidRPr="006837DC">
        <w:rPr>
          <w:rFonts w:ascii="Times New Roman" w:hAnsi="Times New Roman"/>
          <w:i/>
          <w:snapToGrid w:val="0"/>
          <w:sz w:val="20"/>
        </w:rPr>
        <w:t xml:space="preserve">                     </w:t>
      </w:r>
      <w:r w:rsidR="00AF59F3">
        <w:rPr>
          <w:rFonts w:ascii="Times New Roman" w:hAnsi="Times New Roman"/>
          <w:i/>
          <w:snapToGrid w:val="0"/>
          <w:sz w:val="20"/>
        </w:rPr>
        <w:t xml:space="preserve">                   </w:t>
      </w:r>
      <w:r w:rsidRPr="006837DC">
        <w:rPr>
          <w:rFonts w:ascii="Times New Roman" w:hAnsi="Times New Roman"/>
          <w:i/>
          <w:snapToGrid w:val="0"/>
          <w:sz w:val="20"/>
        </w:rPr>
        <w:t xml:space="preserve"> Page/para: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a.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burned or destroyed anything that the Grand Army might use.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b.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were afraid that huge fires might break out during battles.</w:t>
      </w:r>
    </w:p>
    <w:p w:rsidR="00E71562" w:rsidRPr="006837DC" w:rsidRDefault="00E71562" w:rsidP="00E71562">
      <w:pPr>
        <w:pStyle w:val="14-multchoiceanswer"/>
        <w:rPr>
          <w:rStyle w:val="11-callout"/>
          <w:rFonts w:ascii="Times New Roman" w:hAnsi="Times New Roman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-callout"/>
          <w:rFonts w:ascii="Times New Roman" w:hAnsi="Times New Roman"/>
          <w:sz w:val="20"/>
        </w:rPr>
        <w:t>c.</w:t>
      </w: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Fonts w:ascii="Times New Roman" w:hAnsi="Times New Roman"/>
          <w:snapToGrid w:val="0"/>
          <w:sz w:val="20"/>
        </w:rPr>
        <w:t>allowed the Russians to retreat without bothering them.</w:t>
      </w:r>
    </w:p>
    <w:p w:rsidR="00E71562" w:rsidRPr="006837DC" w:rsidRDefault="00E71562" w:rsidP="00E71562">
      <w:pPr>
        <w:pStyle w:val="14-multchoiceanswer"/>
        <w:rPr>
          <w:rStyle w:val="12b-strikethrough"/>
          <w:rFonts w:ascii="Times New Roman" w:hAnsi="Times New Roman"/>
          <w:strike w:val="0"/>
          <w:sz w:val="20"/>
        </w:rPr>
      </w:pPr>
      <w:r w:rsidRPr="006837DC">
        <w:rPr>
          <w:rStyle w:val="11-callout"/>
          <w:rFonts w:ascii="Times New Roman" w:hAnsi="Times New Roman"/>
          <w:b w:val="0"/>
          <w:sz w:val="20"/>
        </w:rPr>
        <w:tab/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>d.</w:t>
      </w:r>
      <w:r w:rsidRPr="006837DC">
        <w:rPr>
          <w:rStyle w:val="11a-calloutstrikethrough"/>
          <w:rFonts w:ascii="Times New Roman" w:hAnsi="Times New Roman"/>
          <w:strike w:val="0"/>
          <w:sz w:val="20"/>
        </w:rPr>
        <w:tab/>
      </w:r>
      <w:r w:rsidRPr="006837DC">
        <w:rPr>
          <w:rStyle w:val="12b-strikethrough"/>
          <w:rFonts w:ascii="Times New Roman" w:hAnsi="Times New Roman"/>
          <w:strike w:val="0"/>
          <w:sz w:val="20"/>
        </w:rPr>
        <w:t>were able to capture Moscow and take over control of Russia.</w:t>
      </w:r>
    </w:p>
    <w:p w:rsidR="00BF7923" w:rsidRPr="001C4AC6" w:rsidRDefault="00BF7923" w:rsidP="00E71562">
      <w:pPr>
        <w:pStyle w:val="10-directionline"/>
        <w:rPr>
          <w:rFonts w:ascii="Times New Roman" w:hAnsi="Times New Roman"/>
          <w:snapToGrid w:val="0"/>
          <w:sz w:val="24"/>
          <w:szCs w:val="24"/>
        </w:rPr>
      </w:pPr>
    </w:p>
    <w:p w:rsidR="00BF7923" w:rsidRPr="001C4AC6" w:rsidRDefault="00BF7923">
      <w:pPr>
        <w:pStyle w:val="11a-numbereditemp4abv"/>
        <w:rPr>
          <w:rFonts w:ascii="Times New Roman" w:hAnsi="Times New Roman"/>
          <w:snapToGrid w:val="0"/>
          <w:sz w:val="24"/>
          <w:szCs w:val="24"/>
        </w:rPr>
      </w:pPr>
    </w:p>
    <w:p w:rsidR="00BF7923" w:rsidRPr="001C4AC6" w:rsidRDefault="00BF7923">
      <w:pPr>
        <w:pStyle w:val="11a-numbereditemp4abv"/>
        <w:rPr>
          <w:rFonts w:ascii="Times New Roman" w:hAnsi="Times New Roman"/>
          <w:snapToGrid w:val="0"/>
          <w:sz w:val="24"/>
          <w:szCs w:val="24"/>
        </w:rPr>
      </w:pPr>
    </w:p>
    <w:p w:rsidR="00BF7923" w:rsidRPr="001C4AC6" w:rsidRDefault="00BF7923">
      <w:pPr>
        <w:pStyle w:val="11a-numbereditemp4abv"/>
        <w:rPr>
          <w:rFonts w:ascii="Times New Roman" w:hAnsi="Times New Roman"/>
          <w:snapToGrid w:val="0"/>
          <w:sz w:val="24"/>
          <w:szCs w:val="24"/>
        </w:rPr>
      </w:pPr>
    </w:p>
    <w:p w:rsidR="00BF7923" w:rsidRPr="001C4AC6" w:rsidRDefault="00BF7923">
      <w:pPr>
        <w:pStyle w:val="11a-numbereditemp4abv"/>
        <w:rPr>
          <w:rFonts w:ascii="Times New Roman" w:hAnsi="Times New Roman"/>
          <w:snapToGrid w:val="0"/>
          <w:sz w:val="24"/>
          <w:szCs w:val="24"/>
        </w:rPr>
      </w:pPr>
    </w:p>
    <w:p w:rsidR="00BF7923" w:rsidRPr="001C4AC6" w:rsidRDefault="00BF7923">
      <w:pPr>
        <w:pStyle w:val="11a-numbereditemp4abv"/>
        <w:rPr>
          <w:rFonts w:ascii="Times New Roman" w:hAnsi="Times New Roman"/>
          <w:snapToGrid w:val="0"/>
          <w:sz w:val="24"/>
          <w:szCs w:val="24"/>
        </w:rPr>
      </w:pPr>
    </w:p>
    <w:p w:rsidR="00BF7923" w:rsidRPr="001C4AC6" w:rsidRDefault="00BF7923">
      <w:pPr>
        <w:pStyle w:val="11a-numbereditemp4abv"/>
        <w:rPr>
          <w:rFonts w:ascii="Times New Roman" w:hAnsi="Times New Roman"/>
          <w:snapToGrid w:val="0"/>
          <w:sz w:val="24"/>
          <w:szCs w:val="24"/>
        </w:rPr>
      </w:pPr>
    </w:p>
    <w:p w:rsidR="00BF7923" w:rsidRPr="001C4AC6" w:rsidRDefault="00BF7923">
      <w:pPr>
        <w:pStyle w:val="10-directionline"/>
        <w:rPr>
          <w:rStyle w:val="02-Bheadrun-in"/>
          <w:rFonts w:ascii="Times New Roman" w:hAnsi="Times New Roman"/>
          <w:szCs w:val="24"/>
        </w:rPr>
        <w:sectPr w:rsidR="00BF7923" w:rsidRPr="001C4AC6">
          <w:headerReference w:type="default" r:id="rId8"/>
          <w:footerReference w:type="default" r:id="rId9"/>
          <w:footnotePr>
            <w:pos w:val="sectEnd"/>
            <w:numStart w:val="0"/>
          </w:footnotePr>
          <w:endnotePr>
            <w:numFmt w:val="decimal"/>
            <w:numStart w:val="0"/>
          </w:endnotePr>
          <w:pgSz w:w="12240" w:h="15840"/>
          <w:pgMar w:top="720" w:right="1440" w:bottom="720" w:left="1440" w:header="360" w:footer="547" w:gutter="0"/>
          <w:cols w:space="720"/>
        </w:sectPr>
      </w:pPr>
    </w:p>
    <w:p w:rsidR="00BF7923" w:rsidRPr="001C4AC6" w:rsidRDefault="00BF7923" w:rsidP="007F3EB5">
      <w:pPr>
        <w:pStyle w:val="10-directionline"/>
        <w:rPr>
          <w:rStyle w:val="12b-strikethrough"/>
          <w:rFonts w:ascii="Times New Roman" w:hAnsi="Times New Roman"/>
          <w:sz w:val="24"/>
          <w:szCs w:val="24"/>
        </w:rPr>
      </w:pPr>
    </w:p>
    <w:p w:rsidR="00BF7923" w:rsidRPr="001C4AC6" w:rsidRDefault="00BF7923">
      <w:pPr>
        <w:pStyle w:val="11b-numbereditemp24lead"/>
        <w:rPr>
          <w:rFonts w:ascii="Times New Roman" w:hAnsi="Times New Roman"/>
          <w:sz w:val="24"/>
          <w:szCs w:val="24"/>
        </w:rPr>
      </w:pPr>
    </w:p>
    <w:sectPr w:rsidR="00BF7923" w:rsidRPr="001C4AC6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sectEnd"/>
        <w:numStart w:val="0"/>
      </w:footnotePr>
      <w:endnotePr>
        <w:numFmt w:val="decimal"/>
        <w:numStart w:val="0"/>
      </w:endnotePr>
      <w:pgSz w:w="12240" w:h="15840"/>
      <w:pgMar w:top="720" w:right="1440" w:bottom="720" w:left="1440" w:header="36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7DC" w:rsidRDefault="006837DC">
      <w:pPr>
        <w:spacing w:line="240" w:lineRule="auto"/>
      </w:pPr>
      <w:r>
        <w:separator/>
      </w:r>
    </w:p>
  </w:endnote>
  <w:endnote w:type="continuationSeparator" w:id="0">
    <w:p w:rsidR="006837DC" w:rsidRDefault="00683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ta-Medium"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1" w:fontKey="{1F17152E-8D67-472E-93D4-D1C6BA0764AB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2" w:fontKey="{A6D695F5-BE5D-46E0-97FD-EE3EB813BCE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z-copyrightnotice"/>
    </w:pPr>
    <w:r>
      <w:t>Copyright © by Holt, Rinehart and Winston. All rights reserved.</w:t>
    </w:r>
    <w:r>
      <w:tab/>
    </w:r>
    <w:r>
      <w:rPr>
        <w:rFonts w:ascii="Arial" w:hAnsi="Arial"/>
      </w:rPr>
      <w:t>IDEA Works!</w:t>
    </w:r>
  </w:p>
  <w:p w:rsidR="00BF7923" w:rsidRDefault="00BF7923">
    <w:pPr>
      <w:pStyle w:val="z-footer"/>
    </w:pPr>
    <w:r>
      <w:t>Holt World History: The Human Journey</w:t>
    </w:r>
    <w:r>
      <w:tab/>
      <w:t>173a</w:t>
    </w:r>
    <w:r>
      <w:tab/>
      <w:t>Main Idea Activities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z-copyrightnotice"/>
    </w:pPr>
    <w:r>
      <w:t>Copyright © by Holt, Rinehart and Winston. All rights reserved.</w:t>
    </w:r>
    <w:r>
      <w:tab/>
    </w:r>
    <w:r>
      <w:rPr>
        <w:rFonts w:ascii="Arial" w:hAnsi="Arial"/>
      </w:rPr>
      <w:t>IDEA Works!</w:t>
    </w:r>
  </w:p>
  <w:p w:rsidR="00BF7923" w:rsidRDefault="00BF7923">
    <w:pPr>
      <w:pStyle w:val="z-footer"/>
    </w:pPr>
    <w:r>
      <w:t>Holt World History: The Human Journey</w:t>
    </w:r>
    <w:r>
      <w:tab/>
      <w:t>173b</w:t>
    </w:r>
    <w:r>
      <w:tab/>
      <w:t>Main Idea Activities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z-copyrightnotice"/>
    </w:pPr>
    <w:r>
      <w:t>Copyright © by Holt, Rinehart and Winston. All rights reserved.</w:t>
    </w:r>
    <w:r>
      <w:tab/>
    </w:r>
    <w:r>
      <w:rPr>
        <w:rFonts w:ascii="Arial" w:hAnsi="Arial"/>
      </w:rPr>
      <w:t>IDEA Works!</w:t>
    </w:r>
  </w:p>
  <w:p w:rsidR="00BF7923" w:rsidRDefault="00BF7923">
    <w:pPr>
      <w:pStyle w:val="z-footer"/>
    </w:pPr>
    <w:r>
      <w:t>Holt World History: The Human Journey</w:t>
    </w:r>
    <w:r>
      <w:tab/>
      <w:t>174b</w:t>
    </w:r>
    <w:r>
      <w:tab/>
      <w:t>Main Idea Activities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7DC" w:rsidRDefault="006837DC">
      <w:pPr>
        <w:spacing w:line="240" w:lineRule="auto"/>
      </w:pPr>
      <w:r>
        <w:separator/>
      </w:r>
    </w:p>
  </w:footnote>
  <w:footnote w:type="continuationSeparator" w:id="0">
    <w:p w:rsidR="006837DC" w:rsidRDefault="006837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z-name"/>
    </w:pPr>
    <w:r>
      <w:t>Name</w:t>
    </w:r>
    <w:r>
      <w:tab/>
      <w:t>Class</w:t>
    </w:r>
    <w:r>
      <w:tab/>
      <w:t>Date</w:t>
    </w:r>
    <w:r>
      <w:tab/>
    </w:r>
  </w:p>
  <w:p w:rsidR="00BF7923" w:rsidRDefault="00BF7923">
    <w:pPr>
      <w:pStyle w:val="z-headerline1type"/>
    </w:pPr>
    <w:r>
      <w:rPr>
        <w:rStyle w:val="z-headerCHAPTERword"/>
      </w:rPr>
      <w:t>chapter</w:t>
    </w:r>
    <w:r>
      <w:t xml:space="preserve"> </w:t>
    </w:r>
    <w:r>
      <w:rPr>
        <w:rStyle w:val="z-headerCHAPTERnumber"/>
      </w:rPr>
      <w:t>21</w:t>
    </w:r>
    <w:r>
      <w:rPr>
        <w:rStyle w:val="z-headerCHAPTERnumber"/>
      </w:rPr>
      <w:tab/>
    </w:r>
    <w:r>
      <w:t>Main Idea Activities 21.4 (pp. 523–528)</w:t>
    </w:r>
  </w:p>
  <w:p w:rsidR="00BF7923" w:rsidRDefault="00BF7923">
    <w:pPr>
      <w:pStyle w:val="z-headerline2title"/>
    </w:pPr>
    <w:r>
      <w:t>Modern Chapter 12</w:t>
    </w:r>
    <w:r>
      <w:tab/>
      <w:t>The French Revolution and Napoléon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z-name"/>
    </w:pPr>
    <w:r>
      <w:t>Name</w:t>
    </w:r>
    <w:r>
      <w:tab/>
      <w:t>Class</w:t>
    </w:r>
    <w:r>
      <w:tab/>
      <w:t>Date</w:t>
    </w:r>
    <w:r>
      <w:tab/>
    </w:r>
  </w:p>
  <w:p w:rsidR="00BF7923" w:rsidRDefault="00BF7923">
    <w:pPr>
      <w:pStyle w:val="z-continuedheader"/>
    </w:pPr>
    <w:r>
      <w:t xml:space="preserve">Chapter 21, Main Idea Activities, </w:t>
    </w:r>
    <w:r>
      <w:rPr>
        <w:i/>
      </w:rPr>
      <w:t>continued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23" w:rsidRDefault="00BF79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proofState w:spelling="clean" w:grammar="clean"/>
  <w:attachedTemplate r:id="rId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numStart w:val="0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DC"/>
    <w:rsid w:val="00183A0C"/>
    <w:rsid w:val="001C4AC6"/>
    <w:rsid w:val="004A1B5F"/>
    <w:rsid w:val="006837DC"/>
    <w:rsid w:val="007F3EB5"/>
    <w:rsid w:val="00AF59F3"/>
    <w:rsid w:val="00BF7923"/>
    <w:rsid w:val="00E7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D06F19B4-1220-4F0C-A197-1A12DBAA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80" w:lineRule="exact"/>
    </w:pPr>
    <w:rPr>
      <w:rFonts w:ascii="Times" w:hAnsi="Times"/>
      <w:sz w:val="28"/>
    </w:rPr>
  </w:style>
  <w:style w:type="paragraph" w:styleId="Heading1">
    <w:name w:val="heading 1"/>
    <w:basedOn w:val="Normal"/>
    <w:next w:val="Normal"/>
    <w:qFormat/>
    <w:pPr>
      <w:keepNext/>
      <w:spacing w:line="240" w:lineRule="auto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Helvetica" w:hAnsi="Helvetica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02-Bheadrun-in">
    <w:name w:val="02-B head (run-in)"/>
    <w:rPr>
      <w:rFonts w:ascii="Arial" w:hAnsi="Arial"/>
      <w:b/>
      <w:caps/>
      <w:sz w:val="24"/>
    </w:rPr>
  </w:style>
  <w:style w:type="paragraph" w:customStyle="1" w:styleId="10-directionline">
    <w:name w:val="10-direction line"/>
    <w:pPr>
      <w:tabs>
        <w:tab w:val="left" w:pos="3360"/>
        <w:tab w:val="left" w:pos="6000"/>
      </w:tabs>
      <w:spacing w:before="440" w:line="320" w:lineRule="exact"/>
    </w:pPr>
    <w:rPr>
      <w:rFonts w:ascii="Times" w:hAnsi="Times"/>
      <w:noProof/>
      <w:sz w:val="2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18-studentbulletedtext">
    <w:name w:val="18-student bulleted text"/>
    <w:pPr>
      <w:tabs>
        <w:tab w:val="left" w:pos="240"/>
      </w:tabs>
      <w:spacing w:before="80" w:line="320" w:lineRule="exact"/>
      <w:ind w:left="140" w:hanging="140"/>
    </w:pPr>
    <w:rPr>
      <w:rFonts w:ascii="Times" w:hAnsi="Times"/>
      <w:noProof/>
      <w:sz w:val="28"/>
    </w:rPr>
  </w:style>
  <w:style w:type="paragraph" w:customStyle="1" w:styleId="19b-WordBankabove">
    <w:name w:val="19b-Word Bank (# above)"/>
    <w:basedOn w:val="19a-WordBank"/>
    <w:pPr>
      <w:spacing w:before="480"/>
    </w:pPr>
  </w:style>
  <w:style w:type="paragraph" w:customStyle="1" w:styleId="13-multchoice">
    <w:name w:val="13-mult choice"/>
    <w:aliases w:val="match  or T/F"/>
    <w:pPr>
      <w:tabs>
        <w:tab w:val="right" w:leader="underscore" w:pos="740"/>
        <w:tab w:val="right" w:pos="1120"/>
        <w:tab w:val="decimal" w:pos="3500"/>
        <w:tab w:val="left" w:pos="3620"/>
      </w:tabs>
      <w:spacing w:before="200" w:line="320" w:lineRule="exact"/>
      <w:ind w:left="1200" w:hanging="1200"/>
    </w:pPr>
    <w:rPr>
      <w:rFonts w:ascii="Times" w:hAnsi="Times"/>
      <w:noProof/>
      <w:sz w:val="28"/>
    </w:rPr>
  </w:style>
  <w:style w:type="character" w:customStyle="1" w:styleId="11-callout">
    <w:name w:val="11-callout"/>
    <w:rPr>
      <w:rFonts w:ascii="Arial" w:hAnsi="Arial"/>
      <w:b/>
      <w:sz w:val="24"/>
    </w:rPr>
  </w:style>
  <w:style w:type="paragraph" w:customStyle="1" w:styleId="19a-WordBank">
    <w:name w:val="19a-Word Bank"/>
    <w:pPr>
      <w:pBdr>
        <w:top w:val="single" w:sz="12" w:space="4" w:color="auto"/>
        <w:left w:val="single" w:sz="12" w:space="12" w:color="auto"/>
        <w:bottom w:val="single" w:sz="12" w:space="4" w:color="auto"/>
        <w:right w:val="single" w:sz="12" w:space="0" w:color="auto"/>
      </w:pBdr>
      <w:tabs>
        <w:tab w:val="center" w:pos="4680"/>
        <w:tab w:val="right" w:pos="9120"/>
        <w:tab w:val="right" w:pos="9360"/>
      </w:tabs>
      <w:spacing w:before="120" w:after="120" w:line="320" w:lineRule="exact"/>
      <w:ind w:left="245"/>
    </w:pPr>
    <w:rPr>
      <w:rFonts w:ascii="Times" w:hAnsi="Times"/>
      <w:b/>
      <w:noProof/>
      <w:sz w:val="28"/>
    </w:rPr>
  </w:style>
  <w:style w:type="paragraph" w:customStyle="1" w:styleId="17-studenttext">
    <w:name w:val="17-student text"/>
    <w:pPr>
      <w:tabs>
        <w:tab w:val="right" w:pos="300"/>
      </w:tabs>
      <w:spacing w:before="80" w:line="320" w:lineRule="exact"/>
    </w:pPr>
    <w:rPr>
      <w:rFonts w:ascii="Times" w:hAnsi="Times"/>
      <w:noProof/>
      <w:sz w:val="28"/>
    </w:rPr>
  </w:style>
  <w:style w:type="paragraph" w:customStyle="1" w:styleId="85-chartheadlarge">
    <w:name w:val="85-chart head large"/>
    <w:pPr>
      <w:spacing w:before="240" w:after="120" w:line="360" w:lineRule="exact"/>
      <w:jc w:val="center"/>
    </w:pPr>
    <w:rPr>
      <w:rFonts w:ascii="Arial" w:hAnsi="Arial"/>
      <w:b/>
      <w:noProof/>
      <w:sz w:val="32"/>
    </w:rPr>
  </w:style>
  <w:style w:type="paragraph" w:customStyle="1" w:styleId="11a-numbereditemp4abv">
    <w:name w:val="11a - numbered item p4 abv"/>
    <w:pPr>
      <w:tabs>
        <w:tab w:val="decimal" w:pos="302"/>
        <w:tab w:val="left" w:pos="446"/>
        <w:tab w:val="left" w:pos="1000"/>
      </w:tabs>
      <w:spacing w:before="80" w:line="320" w:lineRule="exact"/>
      <w:ind w:left="446" w:hanging="446"/>
    </w:pPr>
    <w:rPr>
      <w:rFonts w:ascii="Times" w:hAnsi="Times"/>
      <w:noProof/>
      <w:sz w:val="28"/>
    </w:rPr>
  </w:style>
  <w:style w:type="paragraph" w:customStyle="1" w:styleId="11b-numbereditemp24lead">
    <w:name w:val="11b - numbered item p24 lead"/>
    <w:pPr>
      <w:tabs>
        <w:tab w:val="decimal" w:pos="300"/>
        <w:tab w:val="left" w:pos="446"/>
        <w:tab w:val="left" w:pos="1000"/>
        <w:tab w:val="right" w:leader="underscore" w:pos="9360"/>
      </w:tabs>
      <w:spacing w:after="160" w:line="480" w:lineRule="exact"/>
      <w:ind w:left="446" w:hanging="446"/>
    </w:pPr>
    <w:rPr>
      <w:rFonts w:ascii="Times" w:hAnsi="Times"/>
      <w:noProof/>
      <w:sz w:val="28"/>
    </w:rPr>
  </w:style>
  <w:style w:type="paragraph" w:customStyle="1" w:styleId="14-multchoiceanswer">
    <w:name w:val="14-mult choice answer"/>
    <w:pPr>
      <w:tabs>
        <w:tab w:val="right" w:pos="1280"/>
      </w:tabs>
      <w:spacing w:line="320" w:lineRule="exact"/>
      <w:ind w:left="1500" w:hanging="300"/>
    </w:pPr>
    <w:rPr>
      <w:rFonts w:ascii="Times" w:hAnsi="Times"/>
      <w:noProof/>
      <w:sz w:val="28"/>
    </w:rPr>
  </w:style>
  <w:style w:type="paragraph" w:customStyle="1" w:styleId="23a-WOR1">
    <w:name w:val="23a-WOR 1"/>
    <w:pPr>
      <w:tabs>
        <w:tab w:val="right" w:leader="underscore" w:pos="9360"/>
      </w:tabs>
      <w:spacing w:line="720" w:lineRule="exact"/>
    </w:pPr>
    <w:rPr>
      <w:rFonts w:ascii="Times" w:hAnsi="Times"/>
      <w:noProof/>
      <w:sz w:val="28"/>
    </w:rPr>
  </w:style>
  <w:style w:type="paragraph" w:customStyle="1" w:styleId="20a-outline1">
    <w:name w:val="20a -outline 1"/>
    <w:pPr>
      <w:tabs>
        <w:tab w:val="right" w:pos="300"/>
        <w:tab w:val="left" w:pos="630"/>
        <w:tab w:val="left" w:pos="880"/>
        <w:tab w:val="right" w:leader="underscore" w:pos="8280"/>
      </w:tabs>
      <w:spacing w:before="80" w:line="480" w:lineRule="exact"/>
    </w:pPr>
    <w:rPr>
      <w:rFonts w:ascii="Times" w:hAnsi="Times"/>
      <w:noProof/>
      <w:sz w:val="28"/>
    </w:rPr>
  </w:style>
  <w:style w:type="paragraph" w:customStyle="1" w:styleId="z-headerline1type">
    <w:name w:val="z-header line 1 (type)"/>
    <w:pPr>
      <w:pBdr>
        <w:bottom w:val="single" w:sz="12" w:space="3" w:color="auto"/>
      </w:pBdr>
      <w:tabs>
        <w:tab w:val="right" w:pos="9360"/>
      </w:tabs>
    </w:pPr>
    <w:rPr>
      <w:rFonts w:ascii="Times" w:hAnsi="Times"/>
      <w:noProof/>
      <w:sz w:val="36"/>
    </w:rPr>
  </w:style>
  <w:style w:type="character" w:customStyle="1" w:styleId="z-headersplitchapterwords">
    <w:name w:val="z-header split chapter (words)"/>
    <w:rPr>
      <w:rFonts w:ascii="Times" w:hAnsi="Times"/>
      <w:sz w:val="28"/>
    </w:rPr>
  </w:style>
  <w:style w:type="paragraph" w:customStyle="1" w:styleId="z-headerline2title">
    <w:name w:val="z-header line 2 ( title)"/>
    <w:pPr>
      <w:tabs>
        <w:tab w:val="right" w:pos="9360"/>
      </w:tabs>
      <w:spacing w:line="360" w:lineRule="exact"/>
    </w:pPr>
    <w:rPr>
      <w:rFonts w:ascii="Arial" w:hAnsi="Arial"/>
      <w:noProof/>
      <w:sz w:val="28"/>
    </w:rPr>
  </w:style>
  <w:style w:type="paragraph" w:customStyle="1" w:styleId="z-copyrightnotice">
    <w:name w:val="z-copyright notice"/>
    <w:pPr>
      <w:pBdr>
        <w:bottom w:val="single" w:sz="4" w:space="0" w:color="auto"/>
      </w:pBdr>
      <w:tabs>
        <w:tab w:val="right" w:pos="9360"/>
      </w:tabs>
      <w:spacing w:line="280" w:lineRule="exact"/>
    </w:pPr>
    <w:rPr>
      <w:rFonts w:ascii="Times" w:hAnsi="Times"/>
      <w:noProof/>
      <w:sz w:val="16"/>
    </w:rPr>
  </w:style>
  <w:style w:type="paragraph" w:customStyle="1" w:styleId="z-footer">
    <w:name w:val="z-footer"/>
    <w:pPr>
      <w:tabs>
        <w:tab w:val="center" w:pos="4680"/>
        <w:tab w:val="right" w:pos="9360"/>
      </w:tabs>
      <w:spacing w:before="60" w:line="200" w:lineRule="exact"/>
    </w:pPr>
    <w:rPr>
      <w:rFonts w:ascii="Arial" w:hAnsi="Arial"/>
      <w:noProof/>
      <w:sz w:val="18"/>
    </w:rPr>
  </w:style>
  <w:style w:type="paragraph" w:customStyle="1" w:styleId="z-name">
    <w:name w:val="z-name"/>
    <w:aliases w:val="class,date,• name"/>
    <w:pPr>
      <w:tabs>
        <w:tab w:val="left" w:leader="underscore" w:pos="4050"/>
        <w:tab w:val="left" w:leader="underscore" w:pos="6370"/>
        <w:tab w:val="right" w:leader="underscore" w:pos="9360"/>
      </w:tabs>
      <w:spacing w:line="200" w:lineRule="exact"/>
    </w:pPr>
    <w:rPr>
      <w:rFonts w:ascii="Times" w:hAnsi="Times"/>
      <w:noProof/>
    </w:rPr>
  </w:style>
  <w:style w:type="paragraph" w:customStyle="1" w:styleId="z-continuedheader">
    <w:name w:val="z-continued header"/>
    <w:basedOn w:val="Normal"/>
    <w:pPr>
      <w:pBdr>
        <w:bottom w:val="single" w:sz="12" w:space="2" w:color="auto"/>
      </w:pBdr>
      <w:spacing w:before="120"/>
    </w:pPr>
    <w:rPr>
      <w:sz w:val="24"/>
    </w:rPr>
  </w:style>
  <w:style w:type="paragraph" w:customStyle="1" w:styleId="20b-outline2">
    <w:name w:val="20b-outline 2"/>
    <w:pPr>
      <w:tabs>
        <w:tab w:val="right" w:pos="300"/>
        <w:tab w:val="right" w:leader="underscore" w:pos="8280"/>
      </w:tabs>
      <w:spacing w:before="120" w:line="480" w:lineRule="exact"/>
      <w:ind w:left="360"/>
    </w:pPr>
    <w:rPr>
      <w:rFonts w:ascii="Times" w:hAnsi="Times"/>
      <w:noProof/>
      <w:sz w:val="2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z-headerCHAPTERword">
    <w:name w:val="z-header CHAPTER (word)"/>
    <w:rPr>
      <w:rFonts w:ascii="Arial" w:hAnsi="Arial"/>
      <w:b/>
      <w:caps/>
      <w:sz w:val="26"/>
    </w:rPr>
  </w:style>
  <w:style w:type="paragraph" w:customStyle="1" w:styleId="20c-outline3">
    <w:name w:val="20c-outline 3"/>
    <w:basedOn w:val="Normal"/>
    <w:pPr>
      <w:spacing w:before="120" w:line="480" w:lineRule="exact"/>
      <w:ind w:left="720"/>
    </w:pPr>
  </w:style>
  <w:style w:type="character" w:customStyle="1" w:styleId="z-headerCHAPTERnumber">
    <w:name w:val="z- header CHAPTER (number)"/>
    <w:rPr>
      <w:rFonts w:ascii="Arial" w:hAnsi="Arial"/>
      <w:b/>
      <w:spacing w:val="-40"/>
      <w:sz w:val="48"/>
    </w:rPr>
  </w:style>
  <w:style w:type="paragraph" w:customStyle="1" w:styleId="01-Ahead">
    <w:name w:val="01-Ahead"/>
    <w:pPr>
      <w:spacing w:before="360" w:after="120"/>
    </w:pPr>
    <w:rPr>
      <w:rFonts w:ascii="Arial" w:hAnsi="Arial"/>
      <w:b/>
      <w:noProof/>
      <w:sz w:val="32"/>
    </w:rPr>
  </w:style>
  <w:style w:type="character" w:customStyle="1" w:styleId="17-studentbold">
    <w:name w:val="17-student bold"/>
    <w:rPr>
      <w:rFonts w:ascii="Times" w:hAnsi="Times"/>
      <w:b/>
      <w:sz w:val="28"/>
    </w:rPr>
  </w:style>
  <w:style w:type="paragraph" w:customStyle="1" w:styleId="15-identify">
    <w:name w:val="15-identify"/>
    <w:pPr>
      <w:tabs>
        <w:tab w:val="right" w:leader="underscore" w:pos="3240"/>
        <w:tab w:val="decimal" w:pos="3480"/>
        <w:tab w:val="left" w:pos="3672"/>
      </w:tabs>
      <w:spacing w:before="200" w:line="320" w:lineRule="exact"/>
      <w:ind w:left="3672" w:hanging="3672"/>
    </w:pPr>
    <w:rPr>
      <w:rFonts w:ascii="Times" w:hAnsi="Times"/>
      <w:noProof/>
      <w:sz w:val="28"/>
    </w:rPr>
  </w:style>
  <w:style w:type="paragraph" w:customStyle="1" w:styleId="15a-indentifylongWOR">
    <w:name w:val="15a-indentify (long WOR)"/>
    <w:basedOn w:val="15-identify"/>
    <w:pPr>
      <w:tabs>
        <w:tab w:val="clear" w:pos="3240"/>
        <w:tab w:val="clear" w:pos="3480"/>
        <w:tab w:val="clear" w:pos="3672"/>
        <w:tab w:val="right" w:leader="underscore" w:pos="5616"/>
        <w:tab w:val="decimal" w:pos="5861"/>
        <w:tab w:val="left" w:pos="6048"/>
      </w:tabs>
      <w:ind w:left="6048" w:hanging="6048"/>
    </w:pPr>
    <w:rPr>
      <w:noProof w:val="0"/>
    </w:rPr>
  </w:style>
  <w:style w:type="character" w:customStyle="1" w:styleId="12b-strikethrough">
    <w:name w:val="12b-strikethrough"/>
    <w:rPr>
      <w:strike/>
      <w:dstrike w:val="0"/>
    </w:rPr>
  </w:style>
  <w:style w:type="character" w:customStyle="1" w:styleId="11a-calloutstrikethrough">
    <w:name w:val="11a-callout/strikethrough"/>
    <w:rPr>
      <w:rFonts w:ascii="Arial" w:hAnsi="Arial"/>
      <w:b/>
      <w:strike/>
      <w:dstrike w:val="0"/>
      <w:sz w:val="24"/>
    </w:rPr>
  </w:style>
  <w:style w:type="paragraph" w:customStyle="1" w:styleId="94-Flashcardhint">
    <w:name w:val="94-Flashcard (hint)"/>
    <w:basedOn w:val="93-Flashcarddefinition"/>
    <w:pPr>
      <w:spacing w:before="240"/>
      <w:ind w:left="245" w:right="245"/>
    </w:pPr>
    <w:rPr>
      <w:sz w:val="28"/>
    </w:rPr>
  </w:style>
  <w:style w:type="paragraph" w:customStyle="1" w:styleId="91-FlashcardWord">
    <w:name w:val="91-Flashcard (Word)"/>
    <w:basedOn w:val="Normal"/>
    <w:pPr>
      <w:spacing w:before="520" w:after="520" w:line="960" w:lineRule="exact"/>
      <w:ind w:left="240" w:right="240"/>
      <w:jc w:val="center"/>
    </w:pPr>
    <w:rPr>
      <w:sz w:val="80"/>
    </w:rPr>
  </w:style>
  <w:style w:type="paragraph" w:customStyle="1" w:styleId="90-Flashcardreference">
    <w:name w:val="90-Flashcard (reference)"/>
    <w:basedOn w:val="Normal"/>
    <w:pPr>
      <w:spacing w:before="100"/>
      <w:ind w:left="240" w:right="240"/>
    </w:pPr>
    <w:rPr>
      <w:rFonts w:ascii="Arial" w:hAnsi="Arial"/>
      <w:sz w:val="24"/>
    </w:rPr>
  </w:style>
  <w:style w:type="paragraph" w:customStyle="1" w:styleId="93-Flashcarddefinition">
    <w:name w:val="93-Flashcard (definition)"/>
    <w:basedOn w:val="Normal"/>
    <w:pPr>
      <w:spacing w:line="400" w:lineRule="exact"/>
      <w:ind w:left="240" w:right="240"/>
    </w:pPr>
    <w:rPr>
      <w:sz w:val="40"/>
    </w:rPr>
  </w:style>
  <w:style w:type="paragraph" w:customStyle="1" w:styleId="92-Flashcardpartofspeech">
    <w:name w:val="92-Flashcard(part of speech)"/>
    <w:basedOn w:val="90-Flashcardreference"/>
    <w:pPr>
      <w:jc w:val="right"/>
    </w:pPr>
    <w:rPr>
      <w:i/>
    </w:rPr>
  </w:style>
  <w:style w:type="paragraph" w:customStyle="1" w:styleId="23c-WOR3">
    <w:name w:val="23c-WOR 3"/>
    <w:basedOn w:val="23a-WOR1"/>
    <w:pPr>
      <w:spacing w:line="480" w:lineRule="exact"/>
      <w:ind w:left="1200"/>
    </w:pPr>
  </w:style>
  <w:style w:type="paragraph" w:customStyle="1" w:styleId="23b-WOR2">
    <w:name w:val="23b-WOR 2"/>
    <w:basedOn w:val="23a-WOR1"/>
    <w:pPr>
      <w:spacing w:line="480" w:lineRule="exact"/>
      <w:ind w:left="360"/>
    </w:pPr>
  </w:style>
  <w:style w:type="character" w:customStyle="1" w:styleId="12-UnderlineText">
    <w:name w:val="12-Underline Text"/>
    <w:rPr>
      <w:rFonts w:ascii="Times" w:hAnsi="Times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C%20MIA\Chapter%2021\Editable\MIA%2021.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MIA 21.4</Template>
  <TotalTime>1</TotalTime>
  <Pages>4</Pages>
  <Words>452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HRW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Debes John</dc:creator>
  <cp:keywords/>
  <cp:lastModifiedBy>Debes John</cp:lastModifiedBy>
  <cp:revision>3</cp:revision>
  <cp:lastPrinted>2003-04-18T13:35:00Z</cp:lastPrinted>
  <dcterms:created xsi:type="dcterms:W3CDTF">2017-04-19T13:53:00Z</dcterms:created>
  <dcterms:modified xsi:type="dcterms:W3CDTF">2017-04-19T14:52:00Z</dcterms:modified>
</cp:coreProperties>
</file>